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6A652B">
      <w:bookmarkStart w:id="0" w:name="_GoBack"/>
      <w:bookmarkEnd w:id="0"/>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6E06C6" w:rsidRPr="00B723BE" w:rsidRDefault="00FC1FCE" w:rsidP="006A652B">
      <w:pPr>
        <w:jc w:val="right"/>
      </w:pPr>
      <w:r w:rsidRPr="00B723BE">
        <w:t>California Department of Education</w:t>
      </w:r>
      <w:r w:rsidR="006A652B">
        <w:br/>
      </w:r>
      <w:r w:rsidRPr="00B723BE">
        <w:t>Executive Office</w:t>
      </w:r>
      <w:r w:rsidR="006A652B">
        <w:br/>
      </w:r>
      <w:r w:rsidR="00692300" w:rsidRPr="00B723BE">
        <w:t>SBE-005 (REV. 10/2017</w:t>
      </w:r>
      <w:proofErr w:type="gramStart"/>
      <w:r w:rsidRPr="00B723BE">
        <w:t>)</w:t>
      </w:r>
      <w:proofErr w:type="gramEnd"/>
      <w:r w:rsidR="006A652B">
        <w:br/>
      </w:r>
      <w:r w:rsidR="00692300" w:rsidRPr="00B723BE">
        <w:t>General Waiver</w:t>
      </w:r>
    </w:p>
    <w:p w:rsidR="00B723BE" w:rsidRDefault="00B723BE" w:rsidP="006A652B">
      <w:pPr>
        <w:jc w:val="right"/>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6A652B">
      <w:pPr>
        <w:sectPr w:rsidR="006E06C6" w:rsidSect="0091117B">
          <w:type w:val="continuous"/>
          <w:pgSz w:w="12240" w:h="15840"/>
          <w:pgMar w:top="720" w:right="1440" w:bottom="1440" w:left="1440" w:header="720" w:footer="720" w:gutter="0"/>
          <w:cols w:space="720"/>
          <w:docGrid w:linePitch="360"/>
        </w:sectPr>
      </w:pPr>
    </w:p>
    <w:p w:rsidR="00FC1FCE" w:rsidRPr="006A652B" w:rsidRDefault="0091117B" w:rsidP="006A652B">
      <w:pPr>
        <w:pStyle w:val="Heading1"/>
        <w:jc w:val="center"/>
      </w:pPr>
      <w:r w:rsidRPr="006A652B">
        <w:t>Californ</w:t>
      </w:r>
      <w:r w:rsidR="00693951" w:rsidRPr="006A652B">
        <w:t xml:space="preserve">ia State Board of </w:t>
      </w:r>
      <w:r w:rsidR="003A2E45" w:rsidRPr="006A652B">
        <w:t xml:space="preserve">Education </w:t>
      </w:r>
      <w:r w:rsidR="00693951" w:rsidRPr="006A652B">
        <w:br/>
      </w:r>
      <w:r w:rsidR="0086309A" w:rsidRPr="006A652B">
        <w:t>January 2018</w:t>
      </w:r>
      <w:r w:rsidR="003902D8" w:rsidRPr="006A652B">
        <w:t xml:space="preserve"> </w:t>
      </w:r>
      <w:r w:rsidRPr="006A652B">
        <w:t>Agenda</w:t>
      </w:r>
      <w:r w:rsidR="00FC1FCE" w:rsidRPr="006A652B">
        <w:br/>
        <w:t>Item</w:t>
      </w:r>
      <w:r w:rsidR="00692300" w:rsidRPr="006A652B">
        <w:t xml:space="preserve"> #W-</w:t>
      </w:r>
      <w:r w:rsidR="00BE65B4" w:rsidRPr="006A652B">
        <w:t>09</w:t>
      </w:r>
    </w:p>
    <w:p w:rsidR="00FC1FCE" w:rsidRPr="006A652B" w:rsidRDefault="00FC1FCE" w:rsidP="006A652B">
      <w:pPr>
        <w:pStyle w:val="Heading2"/>
      </w:pPr>
      <w:r w:rsidRPr="006A652B">
        <w:t>Subject</w:t>
      </w:r>
    </w:p>
    <w:p w:rsidR="00C52F0B" w:rsidRPr="00916C63" w:rsidRDefault="00C52F0B" w:rsidP="006A652B">
      <w:pPr>
        <w:rPr>
          <w:b/>
        </w:rPr>
      </w:pPr>
      <w:r w:rsidRPr="00C52F0B">
        <w:t xml:space="preserve">Request by the </w:t>
      </w:r>
      <w:r w:rsidRPr="009E07AE">
        <w:rPr>
          <w:b/>
        </w:rPr>
        <w:t>Oxnard Unified School District</w:t>
      </w:r>
      <w:r w:rsidRPr="00C52F0B">
        <w:t xml:space="preserve"> to waive California </w:t>
      </w:r>
      <w:r w:rsidRPr="00F95F27">
        <w:rPr>
          <w:i/>
        </w:rPr>
        <w:t>Education Code</w:t>
      </w:r>
      <w:r w:rsidRPr="00C52F0B">
        <w:t xml:space="preserve"> Section 15282(a), relating to term limits for </w:t>
      </w:r>
      <w:r w:rsidR="007D4D45">
        <w:t xml:space="preserve">a </w:t>
      </w:r>
      <w:r w:rsidRPr="00C52F0B">
        <w:t xml:space="preserve">member of </w:t>
      </w:r>
      <w:r w:rsidR="007D4D45">
        <w:t>its</w:t>
      </w:r>
      <w:r w:rsidRPr="00C52F0B">
        <w:t xml:space="preserve"> Citizens’ Oversight Committee for all construction bonds in the district</w:t>
      </w:r>
      <w:r w:rsidR="00AB1063">
        <w:t>.</w:t>
      </w:r>
    </w:p>
    <w:p w:rsidR="00692300" w:rsidRPr="006A652B" w:rsidRDefault="00692300" w:rsidP="006A652B">
      <w:pPr>
        <w:pStyle w:val="Heading2"/>
      </w:pPr>
      <w:r w:rsidRPr="006A652B">
        <w:t>Waiver Number</w:t>
      </w:r>
    </w:p>
    <w:p w:rsidR="00AB31C6" w:rsidRDefault="00C52F0B" w:rsidP="006A652B">
      <w:pPr>
        <w:rPr>
          <w:b/>
        </w:rPr>
      </w:pPr>
      <w:r>
        <w:t>1-11</w:t>
      </w:r>
      <w:r w:rsidR="00AB31C6" w:rsidRPr="00AB31C6">
        <w:t>-2017</w:t>
      </w:r>
    </w:p>
    <w:p w:rsidR="00FC1FCE" w:rsidRPr="006A652B" w:rsidRDefault="00FC1FCE" w:rsidP="006A652B">
      <w:pPr>
        <w:pStyle w:val="Heading2"/>
      </w:pPr>
      <w:r w:rsidRPr="006A652B">
        <w:t>Type of Action</w:t>
      </w:r>
    </w:p>
    <w:p w:rsidR="0091117B" w:rsidRDefault="00692300" w:rsidP="006A652B">
      <w:r>
        <w:t>Action</w:t>
      </w:r>
      <w:r w:rsidR="00ED381A">
        <w:t>, Consent</w:t>
      </w:r>
    </w:p>
    <w:p w:rsidR="00FC1FCE" w:rsidRPr="006A652B" w:rsidRDefault="00FC1FCE" w:rsidP="006A652B">
      <w:pPr>
        <w:pStyle w:val="Heading2"/>
      </w:pPr>
      <w:r w:rsidRPr="006A652B">
        <w:t>Summary of the Issue(s)</w:t>
      </w:r>
    </w:p>
    <w:p w:rsidR="00FC1FCE" w:rsidRDefault="00C52F0B" w:rsidP="006A652B">
      <w:r w:rsidRPr="00C52F0B">
        <w:t xml:space="preserve">The Oxnard Unified School District (USD) is requesting a waiver of </w:t>
      </w:r>
      <w:r w:rsidRPr="00EE0663">
        <w:rPr>
          <w:i/>
        </w:rPr>
        <w:t>Education Code</w:t>
      </w:r>
      <w:r w:rsidRPr="00C52F0B">
        <w:t xml:space="preserve"> (</w:t>
      </w:r>
      <w:r w:rsidRPr="00EE0663">
        <w:rPr>
          <w:i/>
        </w:rPr>
        <w:t>EC</w:t>
      </w:r>
      <w:r w:rsidRPr="00C52F0B">
        <w:t xml:space="preserve">) Section 15282(a) to allow the District to have </w:t>
      </w:r>
      <w:r w:rsidR="007D4D45">
        <w:t xml:space="preserve">a </w:t>
      </w:r>
      <w:r w:rsidRPr="00C52F0B">
        <w:t>member of the Citizens’ Oversight Committee (COC) continue for an additional two-year term.</w:t>
      </w:r>
    </w:p>
    <w:p w:rsidR="00F40510" w:rsidRPr="006A652B" w:rsidRDefault="00F40510" w:rsidP="006A652B">
      <w:pPr>
        <w:pStyle w:val="Heading2"/>
      </w:pPr>
      <w:r w:rsidRPr="006A652B">
        <w:t>Authority for Waiver</w:t>
      </w:r>
    </w:p>
    <w:p w:rsidR="00D8667C" w:rsidRDefault="00F40510" w:rsidP="006A652B">
      <w:pPr>
        <w:rPr>
          <w:rFonts w:eastAsiaTheme="majorEastAsia"/>
          <w:b/>
          <w:sz w:val="26"/>
        </w:rPr>
      </w:pPr>
      <w:r w:rsidRPr="00F40510">
        <w:rPr>
          <w:i/>
        </w:rPr>
        <w:t>EC</w:t>
      </w:r>
      <w:r w:rsidRPr="00F40510">
        <w:t xml:space="preserve"> Section 33050</w:t>
      </w:r>
    </w:p>
    <w:p w:rsidR="00FC1FCE" w:rsidRPr="006A652B" w:rsidRDefault="00FC1FCE" w:rsidP="006A652B">
      <w:pPr>
        <w:pStyle w:val="Heading2"/>
      </w:pPr>
      <w:r w:rsidRPr="006A652B">
        <w:t>Recommendation</w:t>
      </w:r>
    </w:p>
    <w:p w:rsidR="00FE4BD6" w:rsidRPr="002E6FCA" w:rsidRDefault="00C52F0B" w:rsidP="006A652B">
      <w:pPr>
        <w:pStyle w:val="ListParagraph"/>
        <w:numPr>
          <w:ilvl w:val="0"/>
          <w:numId w:val="24"/>
        </w:numPr>
      </w:pPr>
      <w:r>
        <w:t xml:space="preserve">Approval: </w:t>
      </w:r>
      <w:r w:rsidR="00FE31CA">
        <w:t>No</w:t>
      </w:r>
    </w:p>
    <w:p w:rsidR="00F40510" w:rsidRPr="002E6FCA" w:rsidRDefault="00F40510" w:rsidP="006A652B">
      <w:pPr>
        <w:pStyle w:val="ListParagraph"/>
        <w:numPr>
          <w:ilvl w:val="0"/>
          <w:numId w:val="24"/>
        </w:numPr>
      </w:pPr>
      <w:r w:rsidRPr="002E6FCA">
        <w:t>Approval with conditions</w:t>
      </w:r>
      <w:r w:rsidR="00AB31C6">
        <w:t xml:space="preserve">: </w:t>
      </w:r>
      <w:r w:rsidR="00FE31CA">
        <w:t>Yes</w:t>
      </w:r>
    </w:p>
    <w:p w:rsidR="00FE4BD6" w:rsidRPr="002E6FCA" w:rsidRDefault="00AB31C6" w:rsidP="006A652B">
      <w:pPr>
        <w:pStyle w:val="ListParagraph"/>
        <w:numPr>
          <w:ilvl w:val="0"/>
          <w:numId w:val="24"/>
        </w:numPr>
      </w:pPr>
      <w:r>
        <w:t xml:space="preserve">Denial: </w:t>
      </w:r>
      <w:r w:rsidR="00FE4BD6" w:rsidRPr="002E6FCA">
        <w:t>No</w:t>
      </w:r>
    </w:p>
    <w:p w:rsidR="00AB31C6" w:rsidRDefault="00C52F0B" w:rsidP="006A652B">
      <w:r w:rsidRPr="00C52F0B">
        <w:t xml:space="preserve">The California Department of Education (CDE) recommends that the State Board of Education (SBE) approve the request from the Oxnard USD to waive </w:t>
      </w:r>
      <w:r w:rsidRPr="00605B8A">
        <w:rPr>
          <w:i/>
        </w:rPr>
        <w:t>EC</w:t>
      </w:r>
      <w:r w:rsidRPr="00C52F0B">
        <w:t xml:space="preserve"> Section 15282 </w:t>
      </w:r>
      <w:r w:rsidRPr="00C52F0B">
        <w:lastRenderedPageBreak/>
        <w:t>to allow the district to have member</w:t>
      </w:r>
      <w:r w:rsidR="00FE31CA">
        <w:t xml:space="preserve"> </w:t>
      </w:r>
      <w:r w:rsidR="00FE31CA" w:rsidRPr="00754335">
        <w:rPr>
          <w:noProof/>
        </w:rPr>
        <w:t>Mrs. Jessica Vargas</w:t>
      </w:r>
      <w:r w:rsidRPr="00C52F0B">
        <w:t xml:space="preserve"> of the Citizens’ Oversight Committee (COC) continue for an additional two-year term.</w:t>
      </w:r>
    </w:p>
    <w:p w:rsidR="00FC1FCE" w:rsidRPr="006A652B" w:rsidRDefault="00F40510" w:rsidP="006A652B">
      <w:pPr>
        <w:pStyle w:val="Heading2"/>
      </w:pPr>
      <w:r w:rsidRPr="006A652B">
        <w:t xml:space="preserve">Summary </w:t>
      </w:r>
      <w:r w:rsidR="00FC1FCE" w:rsidRPr="006A652B">
        <w:t>of Key Issues</w:t>
      </w:r>
    </w:p>
    <w:p w:rsidR="00C52F0B" w:rsidRPr="00C52F0B" w:rsidRDefault="00C52F0B" w:rsidP="006A652B">
      <w:r w:rsidRPr="00C52F0B">
        <w:t xml:space="preserve">Under the provisions of </w:t>
      </w:r>
      <w:r w:rsidRPr="008C321D">
        <w:rPr>
          <w:i/>
        </w:rPr>
        <w:t>EC</w:t>
      </w:r>
      <w:r w:rsidRPr="00C52F0B">
        <w:t xml:space="preserve"> sections 33050 through 33053, the Oxnard USD is requesting that specific language of</w:t>
      </w:r>
      <w:r w:rsidRPr="008C321D">
        <w:rPr>
          <w:i/>
        </w:rPr>
        <w:t xml:space="preserve"> EC</w:t>
      </w:r>
      <w:r w:rsidRPr="00C52F0B">
        <w:t xml:space="preserve"> Section 15282(a) relating to term limits for </w:t>
      </w:r>
      <w:r w:rsidR="007D4D45">
        <w:t xml:space="preserve">a </w:t>
      </w:r>
      <w:r w:rsidRPr="00C52F0B">
        <w:t xml:space="preserve">member of </w:t>
      </w:r>
      <w:r w:rsidR="007D4D45">
        <w:t>its</w:t>
      </w:r>
      <w:r w:rsidRPr="00C52F0B">
        <w:t xml:space="preserve"> COC be waived. The purpose of the COC is to inform the public concerning the expenditure of bond revenues. The COC reviews and reports on the proper expenditure of taxpayers’ money for school construction. The COC holds public meetings and advises the public as to whether the district is in compliance with all of the statutory requirements of the bond and</w:t>
      </w:r>
      <w:r>
        <w:t xml:space="preserve"> school construction projects. </w:t>
      </w:r>
    </w:p>
    <w:p w:rsidR="00C52F0B" w:rsidRPr="00C52F0B" w:rsidRDefault="00C52F0B" w:rsidP="006A652B">
      <w:r w:rsidRPr="00C52F0B">
        <w:t xml:space="preserve">With the passage of Assembly Bill 1199 </w:t>
      </w:r>
      <w:r w:rsidR="00296DE0">
        <w:t>(</w:t>
      </w:r>
      <w:r w:rsidRPr="00C52F0B">
        <w:t>Chapter 73, Statutes of 2012</w:t>
      </w:r>
      <w:r w:rsidR="00296DE0">
        <w:t>),</w:t>
      </w:r>
      <w:r w:rsidRPr="00C52F0B">
        <w:t xml:space="preserve"> members of a local bond citizens’ oversight committee may now serve three consecutive two-year terms. </w:t>
      </w:r>
    </w:p>
    <w:p w:rsidR="00AB31C6" w:rsidRPr="00527AD8" w:rsidRDefault="00C52F0B" w:rsidP="006A652B">
      <w:r w:rsidRPr="00C52F0B">
        <w:t>The Measure R Bond Oversight Committee (BOC) is the citizens’ oversight body for $90 million in General Obligation Bonds for Oxnard USD. Without this waiver, one of the members, Mrs. Jessica Vargas, will be termed out effective February 28, 2018. Approval of this waiver will allow the District to benefit from the outstanding expertise and contribution of this member during the next phases of the building program, help preserve continuity, and enable this experienced member to continue to provide advice and guidance to the BOC and to the District.</w:t>
      </w:r>
    </w:p>
    <w:p w:rsidR="00F40510" w:rsidRDefault="00F40510" w:rsidP="006A652B">
      <w:r w:rsidRPr="002D1A82">
        <w:rPr>
          <w:b/>
        </w:rPr>
        <w:t>Demographic Information:</w:t>
      </w:r>
      <w:r>
        <w:t xml:space="preserve"> </w:t>
      </w:r>
      <w:r w:rsidR="00C52F0B" w:rsidRPr="00C52F0B">
        <w:t>The Oxnard USD has a student population of 16,600 and is located in a suburban area of Ventura County.</w:t>
      </w:r>
    </w:p>
    <w:p w:rsidR="002D1A82" w:rsidRPr="006A652B" w:rsidRDefault="00F40510" w:rsidP="006A652B">
      <w:pPr>
        <w:rPr>
          <w:rFonts w:eastAsiaTheme="majorEastAsia"/>
        </w:rPr>
      </w:pPr>
      <w:r w:rsidRPr="002D1A82">
        <w:rPr>
          <w:b/>
        </w:rPr>
        <w:t>Because this is a general waiver, if the SBE decides to deny the waiver, it must cite one of the seven reaso</w:t>
      </w:r>
      <w:r w:rsidR="002D1A82" w:rsidRPr="002D1A82">
        <w:rPr>
          <w:b/>
        </w:rPr>
        <w:t>ns in EC 33051(a), available at</w:t>
      </w:r>
      <w:r w:rsidR="002D1A82">
        <w:t xml:space="preserve"> </w:t>
      </w:r>
      <w:hyperlink r:id="rId10" w:tooltip="Link to Education Code 33051(a)" w:history="1">
        <w:r w:rsidR="002D1A82" w:rsidRPr="00CD79DD">
          <w:rPr>
            <w:rStyle w:val="Hyperlink"/>
          </w:rPr>
          <w:t>http://leginfo.legislature.ca.gov/faces/codes_displaySection.xhtml?lawCode=EDC&amp;sectionNum=33051</w:t>
        </w:r>
      </w:hyperlink>
      <w:r>
        <w:t>.</w:t>
      </w:r>
    </w:p>
    <w:p w:rsidR="00FC1FCE" w:rsidRPr="006A652B" w:rsidRDefault="00FC1FCE" w:rsidP="006A652B">
      <w:pPr>
        <w:pStyle w:val="Heading2"/>
      </w:pPr>
      <w:r w:rsidRPr="006A652B">
        <w:t>Summary of Previous State Board of Education Discussion and Action</w:t>
      </w:r>
    </w:p>
    <w:p w:rsidR="007A1EA5" w:rsidRDefault="00C52F0B" w:rsidP="006A652B">
      <w:pPr>
        <w:rPr>
          <w:snapToGrid w:val="0"/>
        </w:rPr>
      </w:pPr>
      <w:r w:rsidRPr="00C52F0B">
        <w:rPr>
          <w:snapToGrid w:val="0"/>
        </w:rPr>
        <w:t xml:space="preserve">The SBE has approved all previous waivers regarding Citizens’ Oversight Committees. The district </w:t>
      </w:r>
      <w:r w:rsidR="007D4D45">
        <w:rPr>
          <w:snapToGrid w:val="0"/>
        </w:rPr>
        <w:t>is</w:t>
      </w:r>
      <w:r w:rsidRPr="00C52F0B">
        <w:rPr>
          <w:snapToGrid w:val="0"/>
        </w:rPr>
        <w:t xml:space="preserve"> requesting to waive the same provision of the term limits</w:t>
      </w:r>
      <w:r w:rsidR="007D4D45">
        <w:rPr>
          <w:snapToGrid w:val="0"/>
        </w:rPr>
        <w:t xml:space="preserve"> for a member</w:t>
      </w:r>
      <w:r w:rsidRPr="00C52F0B">
        <w:rPr>
          <w:snapToGrid w:val="0"/>
        </w:rPr>
        <w:t xml:space="preserve"> of </w:t>
      </w:r>
      <w:r w:rsidR="007D4D45">
        <w:rPr>
          <w:snapToGrid w:val="0"/>
        </w:rPr>
        <w:t>its</w:t>
      </w:r>
      <w:r w:rsidRPr="00C52F0B">
        <w:rPr>
          <w:snapToGrid w:val="0"/>
        </w:rPr>
        <w:t xml:space="preserve"> Citizens’ Oversight Committee. </w:t>
      </w:r>
    </w:p>
    <w:p w:rsidR="00FC1FCE" w:rsidRPr="006A652B" w:rsidRDefault="00FC1FCE" w:rsidP="006A652B">
      <w:pPr>
        <w:pStyle w:val="Heading2"/>
      </w:pPr>
      <w:r w:rsidRPr="006A652B">
        <w:t>Fiscal Analysis (as appropriate)</w:t>
      </w:r>
    </w:p>
    <w:p w:rsidR="007A1EA5" w:rsidRDefault="00C52F0B" w:rsidP="006A652B">
      <w:pPr>
        <w:rPr>
          <w:b/>
        </w:rPr>
      </w:pPr>
      <w:r w:rsidRPr="00C52F0B">
        <w:t>There is no statewide fiscal impact of waiver approval or denial.</w:t>
      </w:r>
    </w:p>
    <w:p w:rsidR="00406F50" w:rsidRPr="006A652B" w:rsidRDefault="00406F50" w:rsidP="006A652B">
      <w:pPr>
        <w:pStyle w:val="Heading2"/>
      </w:pPr>
      <w:r w:rsidRPr="006A652B">
        <w:lastRenderedPageBreak/>
        <w:t>Attachment(s)</w:t>
      </w:r>
    </w:p>
    <w:p w:rsidR="00C52F0B" w:rsidRPr="00916C63" w:rsidRDefault="00C52F0B" w:rsidP="006A652B">
      <w:pPr>
        <w:pStyle w:val="ListParagraph"/>
        <w:numPr>
          <w:ilvl w:val="0"/>
          <w:numId w:val="25"/>
        </w:numPr>
      </w:pPr>
      <w:r w:rsidRPr="006A652B">
        <w:rPr>
          <w:b/>
        </w:rPr>
        <w:t xml:space="preserve">Attachment </w:t>
      </w:r>
      <w:r w:rsidR="005E15E4" w:rsidRPr="006A652B">
        <w:rPr>
          <w:b/>
        </w:rPr>
        <w:t>1</w:t>
      </w:r>
      <w:r w:rsidRPr="006A652B">
        <w:rPr>
          <w:b/>
        </w:rPr>
        <w:t>:</w:t>
      </w:r>
      <w:r w:rsidRPr="00C52F0B">
        <w:t xml:space="preserve"> Summary Table (1 page)</w:t>
      </w:r>
    </w:p>
    <w:p w:rsidR="00916C63" w:rsidRPr="00916C63" w:rsidRDefault="00C52F0B" w:rsidP="006A652B">
      <w:pPr>
        <w:pStyle w:val="ListParagraph"/>
        <w:numPr>
          <w:ilvl w:val="0"/>
          <w:numId w:val="25"/>
        </w:numPr>
      </w:pPr>
      <w:r w:rsidRPr="006A652B">
        <w:rPr>
          <w:b/>
        </w:rPr>
        <w:t xml:space="preserve">Attachment </w:t>
      </w:r>
      <w:r w:rsidR="005E15E4" w:rsidRPr="006A652B">
        <w:rPr>
          <w:b/>
        </w:rPr>
        <w:t>2</w:t>
      </w:r>
      <w:r w:rsidRPr="006A652B">
        <w:rPr>
          <w:b/>
        </w:rPr>
        <w:t>:</w:t>
      </w:r>
      <w:r w:rsidRPr="00916C63">
        <w:t xml:space="preserve"> Oxnard Unified School District General Waiver Request 1-11-2017 (2 pages)</w:t>
      </w:r>
      <w:r w:rsidR="00F66EA3" w:rsidRPr="00916C63">
        <w:t>.</w:t>
      </w:r>
      <w:r w:rsidRPr="00916C63">
        <w:t xml:space="preserve"> (Original waiver request is signed and on file in the Waiver office.</w:t>
      </w:r>
    </w:p>
    <w:p w:rsidR="00A573FD" w:rsidRDefault="00C52F0B" w:rsidP="006A652B">
      <w:pPr>
        <w:sectPr w:rsidR="00A573FD" w:rsidSect="0091117B">
          <w:type w:val="continuous"/>
          <w:pgSz w:w="12240" w:h="15840"/>
          <w:pgMar w:top="720" w:right="1440" w:bottom="1440" w:left="1440" w:header="720" w:footer="720" w:gutter="0"/>
          <w:cols w:space="720"/>
          <w:docGrid w:linePitch="360"/>
        </w:sectPr>
      </w:pPr>
      <w:r w:rsidRPr="00916C63">
        <w:t xml:space="preserve"> </w:t>
      </w:r>
      <w:r w:rsidR="00A573FD">
        <w:t xml:space="preserve"> </w:t>
      </w:r>
    </w:p>
    <w:p w:rsidR="00693951" w:rsidRPr="006A652B" w:rsidRDefault="00693951" w:rsidP="006A652B">
      <w:pPr>
        <w:pStyle w:val="Heading1"/>
        <w:jc w:val="center"/>
      </w:pPr>
      <w:r w:rsidRPr="006A652B">
        <w:lastRenderedPageBreak/>
        <w:t>Attachment 1</w:t>
      </w:r>
      <w:r w:rsidR="006D0223" w:rsidRPr="006A652B">
        <w:t xml:space="preserve">: </w:t>
      </w:r>
      <w:r w:rsidRPr="006A652B">
        <w:t>Summary Table</w:t>
      </w:r>
    </w:p>
    <w:tbl>
      <w:tblPr>
        <w:tblStyle w:val="GridTable1Light"/>
        <w:tblW w:w="5000" w:type="pct"/>
        <w:tblLook w:val="04A0" w:firstRow="1" w:lastRow="0" w:firstColumn="1" w:lastColumn="0" w:noHBand="0" w:noVBand="1"/>
        <w:tblCaption w:val="Attachment 1 Summary Table "/>
        <w:tblDescription w:val="Oxnard Unifed School District waiver request information"/>
      </w:tblPr>
      <w:tblGrid>
        <w:gridCol w:w="1345"/>
        <w:gridCol w:w="1261"/>
        <w:gridCol w:w="2018"/>
        <w:gridCol w:w="1491"/>
        <w:gridCol w:w="1530"/>
        <w:gridCol w:w="3331"/>
        <w:gridCol w:w="2161"/>
        <w:gridCol w:w="1829"/>
      </w:tblGrid>
      <w:tr w:rsidR="006A652B" w:rsidTr="006A652B">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449" w:type="pct"/>
            <w:shd w:val="clear" w:color="auto" w:fill="D9D9D9" w:themeFill="background1" w:themeFillShade="D9"/>
            <w:vAlign w:val="center"/>
          </w:tcPr>
          <w:p w:rsidR="00110E24" w:rsidRPr="00502755" w:rsidRDefault="00110E24" w:rsidP="006A652B">
            <w:pPr>
              <w:spacing w:before="120" w:after="120"/>
              <w:jc w:val="center"/>
              <w:rPr>
                <w:b w:val="0"/>
              </w:rPr>
            </w:pPr>
            <w:r w:rsidRPr="00502755">
              <w:t>Waiver</w:t>
            </w:r>
            <w:r w:rsidR="006A652B">
              <w:rPr>
                <w:b w:val="0"/>
              </w:rPr>
              <w:t xml:space="preserve"> </w:t>
            </w:r>
            <w:r w:rsidRPr="00502755">
              <w:t>Number</w:t>
            </w:r>
          </w:p>
        </w:tc>
        <w:tc>
          <w:tcPr>
            <w:tcW w:w="421" w:type="pct"/>
            <w:shd w:val="clear" w:color="auto" w:fill="D9D9D9" w:themeFill="background1" w:themeFillShade="D9"/>
            <w:vAlign w:val="center"/>
          </w:tcPr>
          <w:p w:rsidR="00110E24" w:rsidRPr="00502755" w:rsidRDefault="00110E24" w:rsidP="006A652B">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02755">
              <w:t>School District</w:t>
            </w:r>
          </w:p>
        </w:tc>
        <w:tc>
          <w:tcPr>
            <w:tcW w:w="674" w:type="pct"/>
            <w:shd w:val="clear" w:color="auto" w:fill="D9D9D9" w:themeFill="background1" w:themeFillShade="D9"/>
            <w:vAlign w:val="center"/>
          </w:tcPr>
          <w:p w:rsidR="00110E24" w:rsidRPr="00502755" w:rsidRDefault="00110E24" w:rsidP="006A652B">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02755">
              <w:t>Period of Request</w:t>
            </w:r>
          </w:p>
        </w:tc>
        <w:tc>
          <w:tcPr>
            <w:tcW w:w="498" w:type="pct"/>
            <w:shd w:val="clear" w:color="auto" w:fill="D9D9D9" w:themeFill="background1" w:themeFillShade="D9"/>
            <w:vAlign w:val="center"/>
          </w:tcPr>
          <w:p w:rsidR="00110E24" w:rsidRPr="00502755" w:rsidRDefault="00110E24" w:rsidP="006A652B">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02755">
              <w:t>Local Board Approval Date</w:t>
            </w:r>
          </w:p>
        </w:tc>
        <w:tc>
          <w:tcPr>
            <w:tcW w:w="511" w:type="pct"/>
            <w:shd w:val="clear" w:color="auto" w:fill="D9D9D9" w:themeFill="background1" w:themeFillShade="D9"/>
            <w:vAlign w:val="center"/>
          </w:tcPr>
          <w:p w:rsidR="00110E24" w:rsidRPr="00502755" w:rsidRDefault="00110E24" w:rsidP="006A652B">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02755">
              <w:t>Public Hearing Date</w:t>
            </w:r>
          </w:p>
        </w:tc>
        <w:tc>
          <w:tcPr>
            <w:tcW w:w="1113" w:type="pct"/>
            <w:shd w:val="clear" w:color="auto" w:fill="D9D9D9" w:themeFill="background1" w:themeFillShade="D9"/>
            <w:vAlign w:val="center"/>
          </w:tcPr>
          <w:p w:rsidR="00110E24" w:rsidRPr="00502755" w:rsidRDefault="00110E24" w:rsidP="006A652B">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02755">
              <w:t>Bargaining Unit Consulted – Date</w:t>
            </w:r>
          </w:p>
        </w:tc>
        <w:tc>
          <w:tcPr>
            <w:tcW w:w="722" w:type="pct"/>
            <w:shd w:val="clear" w:color="auto" w:fill="D9D9D9" w:themeFill="background1" w:themeFillShade="D9"/>
            <w:vAlign w:val="center"/>
          </w:tcPr>
          <w:p w:rsidR="00110E24" w:rsidRPr="00502755" w:rsidRDefault="00110E24" w:rsidP="006A652B">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02755">
              <w:t>Position of Bargaining Unit</w:t>
            </w:r>
          </w:p>
        </w:tc>
        <w:tc>
          <w:tcPr>
            <w:tcW w:w="611" w:type="pct"/>
            <w:shd w:val="clear" w:color="auto" w:fill="D9D9D9" w:themeFill="background1" w:themeFillShade="D9"/>
            <w:vAlign w:val="center"/>
          </w:tcPr>
          <w:p w:rsidR="00110E24" w:rsidRPr="00502755" w:rsidRDefault="00110E24" w:rsidP="006A652B">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02755">
              <w:t>Advisory Committee Consulted</w:t>
            </w:r>
          </w:p>
        </w:tc>
      </w:tr>
      <w:tr w:rsidR="006A652B" w:rsidTr="006A652B">
        <w:trPr>
          <w:cantSplit/>
          <w:trHeight w:val="6740"/>
        </w:trPr>
        <w:tc>
          <w:tcPr>
            <w:cnfStyle w:val="001000000000" w:firstRow="0" w:lastRow="0" w:firstColumn="1" w:lastColumn="0" w:oddVBand="0" w:evenVBand="0" w:oddHBand="0" w:evenHBand="0" w:firstRowFirstColumn="0" w:firstRowLastColumn="0" w:lastRowFirstColumn="0" w:lastRowLastColumn="0"/>
            <w:tcW w:w="449" w:type="pct"/>
          </w:tcPr>
          <w:p w:rsidR="00110E24" w:rsidRPr="00502755" w:rsidRDefault="00110E24" w:rsidP="006A652B">
            <w:pPr>
              <w:spacing w:before="120" w:after="120"/>
              <w:jc w:val="center"/>
            </w:pPr>
            <w:r w:rsidRPr="00502755">
              <w:t>1-11-2017</w:t>
            </w:r>
          </w:p>
        </w:tc>
        <w:tc>
          <w:tcPr>
            <w:tcW w:w="421" w:type="pct"/>
          </w:tcPr>
          <w:p w:rsidR="00110E24" w:rsidRPr="00502755" w:rsidRDefault="00110E24" w:rsidP="006A652B">
            <w:pPr>
              <w:spacing w:before="120" w:after="120"/>
              <w:jc w:val="center"/>
              <w:cnfStyle w:val="000000000000" w:firstRow="0" w:lastRow="0" w:firstColumn="0" w:lastColumn="0" w:oddVBand="0" w:evenVBand="0" w:oddHBand="0" w:evenHBand="0" w:firstRowFirstColumn="0" w:firstRowLastColumn="0" w:lastRowFirstColumn="0" w:lastRowLastColumn="0"/>
            </w:pPr>
            <w:r w:rsidRPr="00502755">
              <w:t>Oxnard USD</w:t>
            </w:r>
          </w:p>
        </w:tc>
        <w:tc>
          <w:tcPr>
            <w:tcW w:w="674" w:type="pct"/>
          </w:tcPr>
          <w:p w:rsidR="00110E24" w:rsidRPr="006A652B" w:rsidRDefault="00110E24" w:rsidP="006A652B">
            <w:pPr>
              <w:spacing w:before="120" w:after="120"/>
              <w:jc w:val="center"/>
              <w:cnfStyle w:val="000000000000" w:firstRow="0" w:lastRow="0" w:firstColumn="0" w:lastColumn="0" w:oddVBand="0" w:evenVBand="0" w:oddHBand="0" w:evenHBand="0" w:firstRowFirstColumn="0" w:firstRowLastColumn="0" w:lastRowFirstColumn="0" w:lastRowLastColumn="0"/>
              <w:rPr>
                <w:b/>
              </w:rPr>
            </w:pPr>
            <w:r w:rsidRPr="00110E24">
              <w:rPr>
                <w:b/>
              </w:rPr>
              <w:t>Requested:</w:t>
            </w:r>
            <w:r w:rsidR="006A652B">
              <w:rPr>
                <w:b/>
              </w:rPr>
              <w:t xml:space="preserve"> </w:t>
            </w:r>
            <w:r w:rsidRPr="00502755">
              <w:t>3/1/2018 to 2/28/2020</w:t>
            </w:r>
          </w:p>
          <w:p w:rsidR="00110E24" w:rsidRPr="006A652B" w:rsidRDefault="00110E24" w:rsidP="006A652B">
            <w:pPr>
              <w:spacing w:before="120" w:after="120"/>
              <w:jc w:val="center"/>
              <w:cnfStyle w:val="000000000000" w:firstRow="0" w:lastRow="0" w:firstColumn="0" w:lastColumn="0" w:oddVBand="0" w:evenVBand="0" w:oddHBand="0" w:evenHBand="0" w:firstRowFirstColumn="0" w:firstRowLastColumn="0" w:lastRowFirstColumn="0" w:lastRowLastColumn="0"/>
              <w:rPr>
                <w:b/>
              </w:rPr>
            </w:pPr>
            <w:r w:rsidRPr="00110E24">
              <w:rPr>
                <w:b/>
              </w:rPr>
              <w:t>Recommended:</w:t>
            </w:r>
            <w:r w:rsidR="006A652B">
              <w:rPr>
                <w:b/>
              </w:rPr>
              <w:t xml:space="preserve"> </w:t>
            </w:r>
            <w:r w:rsidRPr="00502755">
              <w:t>3/1/2018 to 2/28/2020</w:t>
            </w:r>
          </w:p>
        </w:tc>
        <w:tc>
          <w:tcPr>
            <w:tcW w:w="498" w:type="pct"/>
          </w:tcPr>
          <w:p w:rsidR="00110E24" w:rsidRPr="00502755" w:rsidRDefault="00110E24" w:rsidP="006A652B">
            <w:pPr>
              <w:spacing w:before="120" w:after="120"/>
              <w:jc w:val="center"/>
              <w:cnfStyle w:val="000000000000" w:firstRow="0" w:lastRow="0" w:firstColumn="0" w:lastColumn="0" w:oddVBand="0" w:evenVBand="0" w:oddHBand="0" w:evenHBand="0" w:firstRowFirstColumn="0" w:firstRowLastColumn="0" w:lastRowFirstColumn="0" w:lastRowLastColumn="0"/>
            </w:pPr>
            <w:r w:rsidRPr="00502755">
              <w:t>10/18/2017</w:t>
            </w:r>
          </w:p>
        </w:tc>
        <w:tc>
          <w:tcPr>
            <w:tcW w:w="511" w:type="pct"/>
          </w:tcPr>
          <w:p w:rsidR="00110E24" w:rsidRPr="00502755" w:rsidRDefault="00110E24" w:rsidP="006A652B">
            <w:pPr>
              <w:spacing w:before="120" w:after="120"/>
              <w:jc w:val="center"/>
              <w:cnfStyle w:val="000000000000" w:firstRow="0" w:lastRow="0" w:firstColumn="0" w:lastColumn="0" w:oddVBand="0" w:evenVBand="0" w:oddHBand="0" w:evenHBand="0" w:firstRowFirstColumn="0" w:firstRowLastColumn="0" w:lastRowFirstColumn="0" w:lastRowLastColumn="0"/>
            </w:pPr>
            <w:r w:rsidRPr="00502755">
              <w:t>10/18/2017</w:t>
            </w:r>
          </w:p>
        </w:tc>
        <w:tc>
          <w:tcPr>
            <w:tcW w:w="1113" w:type="pct"/>
          </w:tcPr>
          <w:p w:rsidR="00110E24" w:rsidRPr="00502755" w:rsidRDefault="00110E24" w:rsidP="006A652B">
            <w:pPr>
              <w:spacing w:before="120" w:after="120"/>
              <w:jc w:val="center"/>
              <w:cnfStyle w:val="000000000000" w:firstRow="0" w:lastRow="0" w:firstColumn="0" w:lastColumn="0" w:oddVBand="0" w:evenVBand="0" w:oddHBand="0" w:evenHBand="0" w:firstRowFirstColumn="0" w:firstRowLastColumn="0" w:lastRowFirstColumn="0" w:lastRowLastColumn="0"/>
            </w:pPr>
            <w:r w:rsidRPr="00502755">
              <w:t>CSEA</w:t>
            </w:r>
          </w:p>
          <w:p w:rsidR="00110E24" w:rsidRPr="00502755" w:rsidRDefault="00110E24" w:rsidP="006A652B">
            <w:pPr>
              <w:spacing w:before="120" w:after="120"/>
              <w:jc w:val="center"/>
              <w:cnfStyle w:val="000000000000" w:firstRow="0" w:lastRow="0" w:firstColumn="0" w:lastColumn="0" w:oddVBand="0" w:evenVBand="0" w:oddHBand="0" w:evenHBand="0" w:firstRowFirstColumn="0" w:firstRowLastColumn="0" w:lastRowFirstColumn="0" w:lastRowLastColumn="0"/>
            </w:pPr>
            <w:r w:rsidRPr="00502755">
              <w:t>10/2/2017</w:t>
            </w:r>
            <w:r w:rsidRPr="00502755">
              <w:br/>
              <w:t>Ilene Poland, President</w:t>
            </w:r>
          </w:p>
          <w:p w:rsidR="00110E24" w:rsidRPr="00502755" w:rsidRDefault="00110E24" w:rsidP="006A652B">
            <w:pPr>
              <w:spacing w:before="120" w:after="120"/>
              <w:jc w:val="center"/>
              <w:cnfStyle w:val="000000000000" w:firstRow="0" w:lastRow="0" w:firstColumn="0" w:lastColumn="0" w:oddVBand="0" w:evenVBand="0" w:oddHBand="0" w:evenHBand="0" w:firstRowFirstColumn="0" w:firstRowLastColumn="0" w:lastRowFirstColumn="0" w:lastRowLastColumn="0"/>
            </w:pPr>
            <w:r w:rsidRPr="00502755">
              <w:t>Oxnard Educators Association (OEA) 10/2/2017</w:t>
            </w:r>
          </w:p>
          <w:p w:rsidR="00110E24" w:rsidRPr="00502755" w:rsidRDefault="00110E24" w:rsidP="006A652B">
            <w:pPr>
              <w:spacing w:before="120" w:after="120"/>
              <w:jc w:val="center"/>
              <w:cnfStyle w:val="000000000000" w:firstRow="0" w:lastRow="0" w:firstColumn="0" w:lastColumn="0" w:oddVBand="0" w:evenVBand="0" w:oddHBand="0" w:evenHBand="0" w:firstRowFirstColumn="0" w:firstRowLastColumn="0" w:lastRowFirstColumn="0" w:lastRowLastColumn="0"/>
            </w:pPr>
            <w:r w:rsidRPr="00502755">
              <w:t>Robin Lekfovits President</w:t>
            </w:r>
          </w:p>
          <w:p w:rsidR="00110E24" w:rsidRPr="00502755" w:rsidRDefault="00110E24" w:rsidP="006A652B">
            <w:pPr>
              <w:spacing w:before="120" w:after="120"/>
              <w:jc w:val="center"/>
              <w:cnfStyle w:val="000000000000" w:firstRow="0" w:lastRow="0" w:firstColumn="0" w:lastColumn="0" w:oddVBand="0" w:evenVBand="0" w:oddHBand="0" w:evenHBand="0" w:firstRowFirstColumn="0" w:firstRowLastColumn="0" w:lastRowFirstColumn="0" w:lastRowLastColumn="0"/>
            </w:pPr>
            <w:r w:rsidRPr="00502755">
              <w:t xml:space="preserve">Oxnard Support Services Association (OSSA) </w:t>
            </w:r>
          </w:p>
          <w:p w:rsidR="00110E24" w:rsidRPr="00502755" w:rsidRDefault="00110E24" w:rsidP="006A652B">
            <w:pPr>
              <w:spacing w:before="120" w:after="120"/>
              <w:jc w:val="center"/>
              <w:cnfStyle w:val="000000000000" w:firstRow="0" w:lastRow="0" w:firstColumn="0" w:lastColumn="0" w:oddVBand="0" w:evenVBand="0" w:oddHBand="0" w:evenHBand="0" w:firstRowFirstColumn="0" w:firstRowLastColumn="0" w:lastRowFirstColumn="0" w:lastRowLastColumn="0"/>
            </w:pPr>
            <w:r w:rsidRPr="00502755">
              <w:t>10/2/2017</w:t>
            </w:r>
          </w:p>
          <w:p w:rsidR="00110E24" w:rsidRPr="00502755" w:rsidRDefault="00110E24" w:rsidP="006A652B">
            <w:pPr>
              <w:spacing w:before="120" w:after="120"/>
              <w:jc w:val="center"/>
              <w:cnfStyle w:val="000000000000" w:firstRow="0" w:lastRow="0" w:firstColumn="0" w:lastColumn="0" w:oddVBand="0" w:evenVBand="0" w:oddHBand="0" w:evenHBand="0" w:firstRowFirstColumn="0" w:firstRowLastColumn="0" w:lastRowFirstColumn="0" w:lastRowLastColumn="0"/>
            </w:pPr>
            <w:r w:rsidRPr="00502755">
              <w:t>Brenda Muth, President</w:t>
            </w:r>
          </w:p>
        </w:tc>
        <w:tc>
          <w:tcPr>
            <w:tcW w:w="722" w:type="pct"/>
          </w:tcPr>
          <w:p w:rsidR="00110E24" w:rsidRPr="00502755" w:rsidRDefault="00110E24" w:rsidP="006A652B">
            <w:pPr>
              <w:spacing w:before="120" w:after="120"/>
              <w:jc w:val="center"/>
              <w:cnfStyle w:val="000000000000" w:firstRow="0" w:lastRow="0" w:firstColumn="0" w:lastColumn="0" w:oddVBand="0" w:evenVBand="0" w:oddHBand="0" w:evenHBand="0" w:firstRowFirstColumn="0" w:firstRowLastColumn="0" w:lastRowFirstColumn="0" w:lastRowLastColumn="0"/>
            </w:pPr>
            <w:r w:rsidRPr="00502755">
              <w:t xml:space="preserve">CSEA: </w:t>
            </w:r>
            <w:r w:rsidRPr="00502755">
              <w:rPr>
                <w:b/>
              </w:rPr>
              <w:t>Support</w:t>
            </w:r>
          </w:p>
          <w:p w:rsidR="00110E24" w:rsidRPr="00502755" w:rsidRDefault="00110E24" w:rsidP="006A652B">
            <w:pPr>
              <w:spacing w:before="120" w:after="120"/>
              <w:jc w:val="center"/>
              <w:cnfStyle w:val="000000000000" w:firstRow="0" w:lastRow="0" w:firstColumn="0" w:lastColumn="0" w:oddVBand="0" w:evenVBand="0" w:oddHBand="0" w:evenHBand="0" w:firstRowFirstColumn="0" w:firstRowLastColumn="0" w:lastRowFirstColumn="0" w:lastRowLastColumn="0"/>
            </w:pPr>
            <w:r w:rsidRPr="00502755">
              <w:t xml:space="preserve">OEA: </w:t>
            </w:r>
            <w:r w:rsidRPr="00502755">
              <w:rPr>
                <w:b/>
              </w:rPr>
              <w:t>Support</w:t>
            </w:r>
          </w:p>
          <w:p w:rsidR="00110E24" w:rsidRPr="00502755" w:rsidRDefault="00110E24" w:rsidP="006A652B">
            <w:pPr>
              <w:spacing w:before="120" w:after="120"/>
              <w:jc w:val="center"/>
              <w:cnfStyle w:val="000000000000" w:firstRow="0" w:lastRow="0" w:firstColumn="0" w:lastColumn="0" w:oddVBand="0" w:evenVBand="0" w:oddHBand="0" w:evenHBand="0" w:firstRowFirstColumn="0" w:firstRowLastColumn="0" w:lastRowFirstColumn="0" w:lastRowLastColumn="0"/>
            </w:pPr>
            <w:r w:rsidRPr="00502755">
              <w:t xml:space="preserve">OSSA: </w:t>
            </w:r>
            <w:r w:rsidRPr="00502755">
              <w:rPr>
                <w:b/>
              </w:rPr>
              <w:t>Support</w:t>
            </w:r>
          </w:p>
        </w:tc>
        <w:tc>
          <w:tcPr>
            <w:tcW w:w="611" w:type="pct"/>
          </w:tcPr>
          <w:p w:rsidR="00110E24" w:rsidRPr="00502755" w:rsidRDefault="00110E24" w:rsidP="006A652B">
            <w:pPr>
              <w:spacing w:before="120" w:after="120"/>
              <w:jc w:val="center"/>
              <w:cnfStyle w:val="000000000000" w:firstRow="0" w:lastRow="0" w:firstColumn="0" w:lastColumn="0" w:oddVBand="0" w:evenVBand="0" w:oddHBand="0" w:evenHBand="0" w:firstRowFirstColumn="0" w:firstRowLastColumn="0" w:lastRowFirstColumn="0" w:lastRowLastColumn="0"/>
            </w:pPr>
            <w:r w:rsidRPr="00502755">
              <w:t>Measure R Bond Oversight Committee</w:t>
            </w:r>
          </w:p>
          <w:p w:rsidR="00110E24" w:rsidRPr="00502755" w:rsidRDefault="00110E24" w:rsidP="006A652B">
            <w:pPr>
              <w:spacing w:before="120" w:after="120"/>
              <w:jc w:val="center"/>
              <w:cnfStyle w:val="000000000000" w:firstRow="0" w:lastRow="0" w:firstColumn="0" w:lastColumn="0" w:oddVBand="0" w:evenVBand="0" w:oddHBand="0" w:evenHBand="0" w:firstRowFirstColumn="0" w:firstRowLastColumn="0" w:lastRowFirstColumn="0" w:lastRowLastColumn="0"/>
            </w:pPr>
            <w:r w:rsidRPr="00502755">
              <w:t>9/11/2017</w:t>
            </w:r>
          </w:p>
          <w:p w:rsidR="00110E24" w:rsidRPr="00502755" w:rsidRDefault="00110E24" w:rsidP="006A652B">
            <w:pPr>
              <w:spacing w:before="120" w:after="120"/>
              <w:jc w:val="center"/>
              <w:cnfStyle w:val="000000000000" w:firstRow="0" w:lastRow="0" w:firstColumn="0" w:lastColumn="0" w:oddVBand="0" w:evenVBand="0" w:oddHBand="0" w:evenHBand="0" w:firstRowFirstColumn="0" w:firstRowLastColumn="0" w:lastRowFirstColumn="0" w:lastRowLastColumn="0"/>
              <w:rPr>
                <w:b/>
              </w:rPr>
            </w:pPr>
            <w:r w:rsidRPr="00502755">
              <w:rPr>
                <w:b/>
              </w:rPr>
              <w:t>No objections</w:t>
            </w:r>
          </w:p>
        </w:tc>
      </w:tr>
    </w:tbl>
    <w:p w:rsidR="00223112" w:rsidRPr="004703D6" w:rsidRDefault="00995470" w:rsidP="004703D6">
      <w:pPr>
        <w:sectPr w:rsidR="00223112" w:rsidRPr="004703D6" w:rsidSect="006A652B">
          <w:headerReference w:type="default" r:id="rId11"/>
          <w:pgSz w:w="15840" w:h="12240" w:orient="landscape"/>
          <w:pgMar w:top="432" w:right="432" w:bottom="432" w:left="432" w:header="720" w:footer="720" w:gutter="0"/>
          <w:pgNumType w:start="1"/>
          <w:cols w:space="720"/>
          <w:docGrid w:linePitch="360"/>
        </w:sectPr>
      </w:pPr>
      <w:r w:rsidRPr="00C707BD">
        <w:t>Created by the California Department of Education</w:t>
      </w:r>
      <w:r w:rsidR="004703D6">
        <w:br/>
      </w:r>
      <w:r w:rsidR="005C3CBE" w:rsidRPr="00C707BD">
        <w:t>November 6, 2017</w:t>
      </w:r>
    </w:p>
    <w:p w:rsidR="00B0465C" w:rsidRPr="004703D6" w:rsidRDefault="004703D6" w:rsidP="004703D6">
      <w:pPr>
        <w:pStyle w:val="Heading1"/>
        <w:jc w:val="center"/>
      </w:pPr>
      <w:r w:rsidRPr="004703D6">
        <w:lastRenderedPageBreak/>
        <w:t>Attachment 2: Oxnard Unified School District General Waiver Request</w:t>
      </w:r>
    </w:p>
    <w:p w:rsidR="00F75172" w:rsidRPr="00A61097" w:rsidRDefault="00F75172" w:rsidP="004703D6">
      <w:pPr>
        <w:rPr>
          <w:b/>
        </w:rPr>
      </w:pPr>
      <w:r w:rsidRPr="00A61097">
        <w:rPr>
          <w:b/>
        </w:rPr>
        <w:t>California Department of Education</w:t>
      </w:r>
      <w:r w:rsidR="004703D6" w:rsidRPr="00A61097">
        <w:rPr>
          <w:b/>
        </w:rPr>
        <w:br/>
      </w:r>
      <w:r w:rsidRPr="00A61097">
        <w:rPr>
          <w:b/>
        </w:rPr>
        <w:t>WAIVER SUBMISSION – General</w:t>
      </w:r>
    </w:p>
    <w:p w:rsidR="00B0465C" w:rsidRPr="004703D6" w:rsidRDefault="00B0465C" w:rsidP="004703D6">
      <w:r w:rsidRPr="004703D6">
        <w:t>CD Code: 5672538</w:t>
      </w:r>
      <w:r w:rsidR="004703D6">
        <w:br/>
      </w:r>
      <w:r w:rsidRPr="004703D6">
        <w:t>Waiver Number: 1-11-2017</w:t>
      </w:r>
      <w:r w:rsidR="004703D6">
        <w:br/>
      </w:r>
      <w:r w:rsidRPr="004703D6">
        <w:t>Active Year: 2017</w:t>
      </w:r>
    </w:p>
    <w:p w:rsidR="00B0465C" w:rsidRPr="004703D6" w:rsidRDefault="00B0465C" w:rsidP="004703D6">
      <w:r w:rsidRPr="004703D6">
        <w:t>Date In: 11/1/2017 11:32:06 AM</w:t>
      </w:r>
    </w:p>
    <w:p w:rsidR="00B0465C" w:rsidRPr="004703D6" w:rsidRDefault="00B0465C" w:rsidP="004703D6">
      <w:r w:rsidRPr="004703D6">
        <w:t>Local Education Agency: Oxnard Unified School District</w:t>
      </w:r>
      <w:r w:rsidR="004703D6">
        <w:br/>
      </w:r>
      <w:r w:rsidRPr="004703D6">
        <w:t>Address: 1051 South A St.</w:t>
      </w:r>
      <w:r w:rsidR="004703D6">
        <w:t xml:space="preserve"> </w:t>
      </w:r>
      <w:r w:rsidRPr="004703D6">
        <w:t>Oxnard, CA 93030</w:t>
      </w:r>
    </w:p>
    <w:p w:rsidR="00B0465C" w:rsidRPr="004703D6" w:rsidRDefault="00B0465C" w:rsidP="004703D6">
      <w:r w:rsidRPr="004703D6">
        <w:t>Start: 3/1/2018</w:t>
      </w:r>
      <w:r w:rsidR="004703D6">
        <w:br/>
      </w:r>
      <w:r w:rsidRPr="004703D6">
        <w:t>End: 2/28/2020</w:t>
      </w:r>
    </w:p>
    <w:p w:rsidR="00B0465C" w:rsidRPr="004703D6" w:rsidRDefault="00B0465C" w:rsidP="004703D6">
      <w:r w:rsidRPr="004703D6">
        <w:t>Waiver Renewal: N</w:t>
      </w:r>
      <w:r w:rsidR="00F75172" w:rsidRPr="004703D6">
        <w:t>o</w:t>
      </w:r>
      <w:r w:rsidR="004703D6">
        <w:br/>
      </w:r>
      <w:r w:rsidRPr="004703D6">
        <w:t xml:space="preserve">Previous Waiver Number: </w:t>
      </w:r>
      <w:r w:rsidR="004703D6">
        <w:t>None</w:t>
      </w:r>
      <w:r w:rsidR="004703D6">
        <w:br/>
      </w:r>
      <w:r w:rsidRPr="004703D6">
        <w:t xml:space="preserve">Previous SBE Approval Date: </w:t>
      </w:r>
      <w:r w:rsidR="004703D6">
        <w:t>N/A</w:t>
      </w:r>
    </w:p>
    <w:p w:rsidR="00B0465C" w:rsidRPr="004703D6" w:rsidRDefault="00B0465C" w:rsidP="004703D6">
      <w:r w:rsidRPr="004703D6">
        <w:t>Waiver Topic: School Construction Bonds</w:t>
      </w:r>
      <w:r w:rsidR="004703D6">
        <w:br/>
      </w:r>
      <w:r w:rsidRPr="004703D6">
        <w:t xml:space="preserve">Ed Code Title: Citizens Oversight Comittee - Term Limits </w:t>
      </w:r>
      <w:r w:rsidR="004703D6">
        <w:br/>
      </w:r>
      <w:r w:rsidRPr="004703D6">
        <w:t>Ed Code Section: 15282</w:t>
      </w:r>
      <w:r w:rsidR="004703D6">
        <w:br/>
      </w:r>
      <w:r w:rsidRPr="004703D6">
        <w:t>Ed Code Authority: 33050</w:t>
      </w:r>
    </w:p>
    <w:p w:rsidR="00B0465C" w:rsidRPr="004703D6" w:rsidRDefault="00B0465C" w:rsidP="004703D6">
      <w:r w:rsidRPr="004703D6">
        <w:t>Ed Code or CCR to Waive: 15282(1) The Citizens' Oversight Committee shall consist of at least seven members to serve for a term of two years without compensation [and for no more than three consecutive terms].</w:t>
      </w:r>
    </w:p>
    <w:p w:rsidR="00B0465C" w:rsidRPr="004703D6" w:rsidRDefault="00B0465C" w:rsidP="004703D6">
      <w:r w:rsidRPr="004703D6">
        <w:t>Outcome Rationale: The Measure R Bond Oversight Committee (BOC) is the citizens' oversight body for $90 Million in General Obligation Bonds for Oxnard School District.  Without this waiver, one of the members, Mrs. Jessica Vargas, will be termed out effective February 28, 2018.  Approval of this waiver will allow the district to benefit from the outstanding expertise and contribution of this member during the next phases of the building program, help preserve continuity, and enable this experienced member to continue to provide advice and guidance to the BOC and to the district.  Additionally, it has proven a challenge in the past to find members that are willing to make this commitment.  The current group has been a good "fit".  Mrs. Vargas has been consistent in her attendance and involvement with the committee, and has expressed her willingness to continue to serve through the completion of the project.</w:t>
      </w:r>
    </w:p>
    <w:p w:rsidR="00B0465C" w:rsidRPr="004703D6" w:rsidRDefault="00B0465C" w:rsidP="004703D6">
      <w:r w:rsidRPr="004703D6">
        <w:t>Student Population: 16600</w:t>
      </w:r>
    </w:p>
    <w:p w:rsidR="00B0465C" w:rsidRPr="004703D6" w:rsidRDefault="00B0465C" w:rsidP="004703D6">
      <w:r w:rsidRPr="004703D6">
        <w:t>City Type: Suburban</w:t>
      </w:r>
    </w:p>
    <w:p w:rsidR="00B0465C" w:rsidRPr="004703D6" w:rsidRDefault="00B0465C" w:rsidP="004703D6">
      <w:r w:rsidRPr="004703D6">
        <w:lastRenderedPageBreak/>
        <w:t>Public Hearing Date: 10/18/2017</w:t>
      </w:r>
      <w:r w:rsidR="004703D6">
        <w:br/>
      </w:r>
      <w:r w:rsidRPr="004703D6">
        <w:t>Public Hearing Advertised: Notice posted in the local newspaper, at each school site, and at the district office.</w:t>
      </w:r>
    </w:p>
    <w:p w:rsidR="00B0465C" w:rsidRPr="004703D6" w:rsidRDefault="00B0465C" w:rsidP="004703D6">
      <w:r w:rsidRPr="004703D6">
        <w:t>Local Board Approval Date: 10/18/2017</w:t>
      </w:r>
    </w:p>
    <w:p w:rsidR="00B0465C" w:rsidRPr="004703D6" w:rsidRDefault="00B0465C" w:rsidP="004703D6">
      <w:r w:rsidRPr="004703D6">
        <w:t>Community Council Reviewed By: Measure R BOC</w:t>
      </w:r>
      <w:r w:rsidR="004703D6">
        <w:br/>
      </w:r>
      <w:r w:rsidRPr="004703D6">
        <w:t>Community Council Reviewed Date: 9/11/2017</w:t>
      </w:r>
      <w:r w:rsidR="004703D6">
        <w:br/>
      </w:r>
      <w:r w:rsidRPr="004703D6">
        <w:t>Community Council Objection: N</w:t>
      </w:r>
      <w:r w:rsidR="00F75172" w:rsidRPr="004703D6">
        <w:t>o</w:t>
      </w:r>
      <w:r w:rsidR="004703D6">
        <w:br/>
      </w:r>
      <w:r w:rsidRPr="004703D6">
        <w:t xml:space="preserve">Community Council Objection Explanation: </w:t>
      </w:r>
      <w:r w:rsidR="004703D6">
        <w:t>None</w:t>
      </w:r>
      <w:r w:rsidR="004703D6">
        <w:br/>
      </w:r>
      <w:r w:rsidR="00A61097">
        <w:t>Audit Penalty</w:t>
      </w:r>
      <w:r w:rsidRPr="004703D6">
        <w:t>: N</w:t>
      </w:r>
      <w:r w:rsidR="00F75172" w:rsidRPr="004703D6">
        <w:t>o</w:t>
      </w:r>
    </w:p>
    <w:p w:rsidR="00B0465C" w:rsidRPr="004703D6" w:rsidRDefault="00B0465C" w:rsidP="004703D6">
      <w:r w:rsidRPr="004703D6">
        <w:t>Categorical Program Monitoring: N</w:t>
      </w:r>
      <w:r w:rsidR="00F75172" w:rsidRPr="004703D6">
        <w:t>o</w:t>
      </w:r>
    </w:p>
    <w:p w:rsidR="0053165E" w:rsidRPr="004703D6" w:rsidRDefault="00B0465C" w:rsidP="004703D6">
      <w:r w:rsidRPr="004703D6">
        <w:t>Submitted by: Ms. Janet Penanhoat</w:t>
      </w:r>
      <w:r w:rsidR="00A61097">
        <w:br/>
      </w:r>
      <w:r w:rsidRPr="004703D6">
        <w:t>Position: Assistant Superintendent, Business &amp; Fiscal Svces.</w:t>
      </w:r>
      <w:r w:rsidR="00A61097">
        <w:br/>
      </w:r>
      <w:r w:rsidRPr="004703D6">
        <w:t xml:space="preserve">E-mail: </w:t>
      </w:r>
      <w:hyperlink r:id="rId12" w:history="1">
        <w:r w:rsidR="00A61097" w:rsidRPr="0040258E">
          <w:rPr>
            <w:rStyle w:val="Hyperlink"/>
          </w:rPr>
          <w:t>jpenanhoat@oxnardsd.org</w:t>
        </w:r>
      </w:hyperlink>
      <w:r w:rsidR="00A61097">
        <w:br/>
      </w:r>
      <w:r w:rsidR="0053165E" w:rsidRPr="004703D6">
        <w:t>Telephone: 805-385-1501 x2401</w:t>
      </w:r>
      <w:r w:rsidR="00A61097">
        <w:br/>
      </w:r>
      <w:r w:rsidR="0053165E" w:rsidRPr="004703D6">
        <w:t xml:space="preserve">Fax: </w:t>
      </w:r>
      <w:r w:rsidR="00A61097">
        <w:t>None</w:t>
      </w:r>
    </w:p>
    <w:p w:rsidR="0053165E" w:rsidRPr="004703D6" w:rsidRDefault="0053165E" w:rsidP="004703D6">
      <w:r w:rsidRPr="004703D6">
        <w:t>Bargaining Unit Date: 10/02/2017</w:t>
      </w:r>
      <w:r w:rsidR="00A61097">
        <w:br/>
      </w:r>
      <w:r w:rsidRPr="004703D6">
        <w:t>Name: California School Employees Association (CSEA</w:t>
      </w:r>
      <w:proofErr w:type="gramStart"/>
      <w:r w:rsidRPr="004703D6">
        <w:t>)</w:t>
      </w:r>
      <w:proofErr w:type="gramEnd"/>
      <w:r w:rsidR="00A61097">
        <w:br/>
      </w:r>
      <w:r w:rsidRPr="004703D6">
        <w:t>Representative: Ilene Poland</w:t>
      </w:r>
      <w:r w:rsidR="00A61097">
        <w:br/>
      </w:r>
      <w:r w:rsidRPr="004703D6">
        <w:t>Title: President</w:t>
      </w:r>
      <w:r w:rsidR="00A61097">
        <w:br/>
      </w:r>
      <w:r w:rsidRPr="004703D6">
        <w:t>Position: Neutral</w:t>
      </w:r>
      <w:r w:rsidR="00A61097">
        <w:br/>
      </w:r>
      <w:r w:rsidRPr="004703D6">
        <w:t xml:space="preserve">Comments: </w:t>
      </w:r>
      <w:r w:rsidR="00A61097">
        <w:t>None</w:t>
      </w:r>
    </w:p>
    <w:p w:rsidR="0053165E" w:rsidRPr="004703D6" w:rsidRDefault="0053165E" w:rsidP="004703D6">
      <w:r w:rsidRPr="004703D6">
        <w:t>Bargaining Unit Date: 10/02/2017</w:t>
      </w:r>
      <w:r w:rsidR="00A61097">
        <w:br/>
      </w:r>
      <w:r w:rsidRPr="004703D6">
        <w:t>Name: Oxnard Educators Association (OEA</w:t>
      </w:r>
      <w:proofErr w:type="gramStart"/>
      <w:r w:rsidRPr="004703D6">
        <w:t>)</w:t>
      </w:r>
      <w:proofErr w:type="gramEnd"/>
      <w:r w:rsidR="00A61097">
        <w:br/>
      </w:r>
      <w:r w:rsidRPr="004703D6">
        <w:t>Representative: Robin Lefkovits</w:t>
      </w:r>
      <w:r w:rsidR="00A61097">
        <w:br/>
      </w:r>
      <w:r w:rsidRPr="004703D6">
        <w:t>Title: President</w:t>
      </w:r>
      <w:r w:rsidR="00A61097">
        <w:br/>
      </w:r>
      <w:r w:rsidRPr="004703D6">
        <w:t>Position: Support</w:t>
      </w:r>
      <w:r w:rsidR="00A61097">
        <w:br/>
      </w:r>
      <w:r w:rsidRPr="004703D6">
        <w:t xml:space="preserve">Comments: </w:t>
      </w:r>
      <w:r w:rsidR="00A61097">
        <w:t>None</w:t>
      </w:r>
    </w:p>
    <w:p w:rsidR="00E10EEB" w:rsidRPr="004703D6" w:rsidRDefault="0053165E" w:rsidP="004703D6">
      <w:r w:rsidRPr="004703D6">
        <w:t>Bargaining Unit Date: 10/02/2017</w:t>
      </w:r>
      <w:r w:rsidR="00A61097">
        <w:br/>
      </w:r>
      <w:r w:rsidRPr="004703D6">
        <w:t>Name: Oxnard Supportive Services Association (OSSA</w:t>
      </w:r>
      <w:proofErr w:type="gramStart"/>
      <w:r w:rsidRPr="004703D6">
        <w:t>)</w:t>
      </w:r>
      <w:proofErr w:type="gramEnd"/>
      <w:r w:rsidR="00A61097">
        <w:br/>
      </w:r>
      <w:r w:rsidRPr="004703D6">
        <w:t>Representative: Brenda Muth</w:t>
      </w:r>
      <w:r w:rsidR="00A61097">
        <w:br/>
      </w:r>
      <w:r w:rsidRPr="004703D6">
        <w:t>Title: President</w:t>
      </w:r>
      <w:r w:rsidR="00A61097">
        <w:br/>
      </w:r>
      <w:r w:rsidRPr="004703D6">
        <w:t>Position: Support</w:t>
      </w:r>
      <w:r w:rsidR="00A61097">
        <w:br/>
        <w:t>Comments: None</w:t>
      </w:r>
    </w:p>
    <w:sectPr w:rsidR="00E10EEB" w:rsidRPr="004703D6" w:rsidSect="00D67D9D">
      <w:headerReference w:type="default" r:id="rId13"/>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6D63" w:rsidRDefault="00196D63" w:rsidP="000E09DC">
      <w:r>
        <w:separator/>
      </w:r>
    </w:p>
  </w:endnote>
  <w:endnote w:type="continuationSeparator" w:id="0">
    <w:p w:rsidR="00196D63" w:rsidRDefault="00196D63"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6D63" w:rsidRDefault="00196D63" w:rsidP="000E09DC">
      <w:r>
        <w:separator/>
      </w:r>
    </w:p>
  </w:footnote>
  <w:footnote w:type="continuationSeparator" w:id="0">
    <w:p w:rsidR="00196D63" w:rsidRDefault="00196D63"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7B0E" w:rsidRPr="006A652B" w:rsidRDefault="00092B11" w:rsidP="006A652B">
    <w:pPr>
      <w:jc w:val="right"/>
    </w:pPr>
    <w:r w:rsidRPr="006A652B">
      <w:t>General Waiver</w:t>
    </w:r>
    <w:r w:rsidR="006A652B" w:rsidRPr="006A652B">
      <w:br/>
    </w:r>
    <w:r w:rsidR="000E09DC" w:rsidRPr="006A652B">
      <w:t xml:space="preserve">Page </w:t>
    </w:r>
    <w:r w:rsidR="000E09DC" w:rsidRPr="006A652B">
      <w:fldChar w:fldCharType="begin"/>
    </w:r>
    <w:r w:rsidR="000E09DC" w:rsidRPr="006A652B">
      <w:instrText xml:space="preserve"> PAGE   \* MERGEFORMAT </w:instrText>
    </w:r>
    <w:r w:rsidR="000E09DC" w:rsidRPr="006A652B">
      <w:fldChar w:fldCharType="separate"/>
    </w:r>
    <w:r w:rsidR="00B07C02">
      <w:rPr>
        <w:noProof/>
      </w:rPr>
      <w:t>3</w:t>
    </w:r>
    <w:r w:rsidR="000E09DC" w:rsidRPr="006A652B">
      <w:fldChar w:fldCharType="end"/>
    </w:r>
    <w:r w:rsidR="000E09DC" w:rsidRPr="006A652B">
      <w:t xml:space="preserve"> of </w:t>
    </w:r>
    <w:r w:rsidR="00527B0E" w:rsidRPr="006A652B">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3951" w:rsidRPr="006A652B" w:rsidRDefault="00693951" w:rsidP="006A652B">
    <w:pPr>
      <w:jc w:val="right"/>
      <w:rPr>
        <w:rFonts w:eastAsia="Calibri"/>
      </w:rPr>
    </w:pPr>
    <w:r w:rsidRPr="006A652B">
      <w:rPr>
        <w:rFonts w:eastAsia="Calibri"/>
      </w:rPr>
      <w:t>Attachment 1</w:t>
    </w:r>
    <w:r w:rsidR="006A652B">
      <w:rPr>
        <w:rFonts w:eastAsia="Calibri"/>
      </w:rPr>
      <w:br/>
    </w:r>
    <w:r w:rsidRPr="006A652B">
      <w:t xml:space="preserve">Page </w:t>
    </w:r>
    <w:r w:rsidR="00916C63" w:rsidRPr="006A652B">
      <w:fldChar w:fldCharType="begin"/>
    </w:r>
    <w:r w:rsidR="00916C63" w:rsidRPr="006A652B">
      <w:instrText xml:space="preserve"> PAGE   \* MERGEFORMAT </w:instrText>
    </w:r>
    <w:r w:rsidR="00916C63" w:rsidRPr="006A652B">
      <w:fldChar w:fldCharType="separate"/>
    </w:r>
    <w:r w:rsidR="00B07C02">
      <w:rPr>
        <w:noProof/>
      </w:rPr>
      <w:t>1</w:t>
    </w:r>
    <w:r w:rsidR="00916C63" w:rsidRPr="006A652B">
      <w:fldChar w:fldCharType="end"/>
    </w:r>
    <w:r w:rsidRPr="006A652B">
      <w:t xml:space="preserve"> of </w:t>
    </w:r>
    <w:r w:rsidR="00196D63">
      <w:fldChar w:fldCharType="begin"/>
    </w:r>
    <w:r w:rsidR="00196D63">
      <w:instrText xml:space="preserve"> SECTIONPAGES   \* MERGEFORMAT </w:instrText>
    </w:r>
    <w:r w:rsidR="00196D63">
      <w:fldChar w:fldCharType="separate"/>
    </w:r>
    <w:r w:rsidR="00B07C02">
      <w:rPr>
        <w:noProof/>
      </w:rPr>
      <w:t>1</w:t>
    </w:r>
    <w:r w:rsidR="00196D63">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27424685"/>
      <w:docPartObj>
        <w:docPartGallery w:val="Page Numbers (Top of Page)"/>
        <w:docPartUnique/>
      </w:docPartObj>
    </w:sdtPr>
    <w:sdtEndPr/>
    <w:sdtContent>
      <w:p w:rsidR="00D67D9D" w:rsidRPr="004703D6" w:rsidRDefault="00D67D9D" w:rsidP="004703D6">
        <w:pPr>
          <w:jc w:val="right"/>
        </w:pPr>
        <w:r w:rsidRPr="004703D6">
          <w:t>Attachment 2</w:t>
        </w:r>
        <w:r w:rsidR="004703D6">
          <w:br/>
        </w:r>
        <w:r w:rsidRPr="004703D6">
          <w:t xml:space="preserve">Page </w:t>
        </w:r>
        <w:r w:rsidRPr="004703D6">
          <w:fldChar w:fldCharType="begin"/>
        </w:r>
        <w:r w:rsidRPr="004703D6">
          <w:instrText xml:space="preserve"> PAGE   \* MERGEFORMAT </w:instrText>
        </w:r>
        <w:r w:rsidRPr="004703D6">
          <w:fldChar w:fldCharType="separate"/>
        </w:r>
        <w:r w:rsidR="00B07C02">
          <w:rPr>
            <w:noProof/>
          </w:rPr>
          <w:t>2</w:t>
        </w:r>
        <w:r w:rsidRPr="004703D6">
          <w:fldChar w:fldCharType="end"/>
        </w:r>
        <w:r w:rsidRPr="004703D6">
          <w:t xml:space="preserve"> of 2</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EF68FD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CD62B3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4148CC4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A9A2BD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A11E7DE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3B0F0D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9B6D3F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1E6830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F98796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E2A6DF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AB1E9C"/>
    <w:multiLevelType w:val="hybridMultilevel"/>
    <w:tmpl w:val="0B424C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643631"/>
    <w:multiLevelType w:val="hybridMultilevel"/>
    <w:tmpl w:val="5C50CB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2F019EF"/>
    <w:multiLevelType w:val="hybridMultilevel"/>
    <w:tmpl w:val="5792EA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E55F71"/>
    <w:multiLevelType w:val="hybridMultilevel"/>
    <w:tmpl w:val="54A49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5BF71A1"/>
    <w:multiLevelType w:val="hybridMultilevel"/>
    <w:tmpl w:val="0FEAD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6462233"/>
    <w:multiLevelType w:val="hybridMultilevel"/>
    <w:tmpl w:val="795C5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16936C0"/>
    <w:multiLevelType w:val="hybridMultilevel"/>
    <w:tmpl w:val="4E881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6D0A7979"/>
    <w:multiLevelType w:val="hybridMultilevel"/>
    <w:tmpl w:val="C5108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0134EB5"/>
    <w:multiLevelType w:val="hybridMultilevel"/>
    <w:tmpl w:val="78DE56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A2F39D7"/>
    <w:multiLevelType w:val="hybridMultilevel"/>
    <w:tmpl w:val="33D01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23"/>
  </w:num>
  <w:num w:numId="3">
    <w:abstractNumId w:val="13"/>
  </w:num>
  <w:num w:numId="4">
    <w:abstractNumId w:val="20"/>
  </w:num>
  <w:num w:numId="5">
    <w:abstractNumId w:val="21"/>
  </w:num>
  <w:num w:numId="6">
    <w:abstractNumId w:val="11"/>
  </w:num>
  <w:num w:numId="7">
    <w:abstractNumId w:val="16"/>
  </w:num>
  <w:num w:numId="8">
    <w:abstractNumId w:val="19"/>
  </w:num>
  <w:num w:numId="9">
    <w:abstractNumId w:val="18"/>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12"/>
  </w:num>
  <w:num w:numId="21">
    <w:abstractNumId w:val="10"/>
  </w:num>
  <w:num w:numId="22">
    <w:abstractNumId w:val="15"/>
  </w:num>
  <w:num w:numId="23">
    <w:abstractNumId w:val="26"/>
  </w:num>
  <w:num w:numId="24">
    <w:abstractNumId w:val="25"/>
  </w:num>
  <w:num w:numId="25">
    <w:abstractNumId w:val="24"/>
  </w:num>
  <w:num w:numId="26">
    <w:abstractNumId w:val="22"/>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51AC8"/>
    <w:rsid w:val="00073204"/>
    <w:rsid w:val="00092B11"/>
    <w:rsid w:val="000D5C31"/>
    <w:rsid w:val="000E09DC"/>
    <w:rsid w:val="001048F3"/>
    <w:rsid w:val="00110E24"/>
    <w:rsid w:val="0018148D"/>
    <w:rsid w:val="00196D63"/>
    <w:rsid w:val="001A0CA5"/>
    <w:rsid w:val="001B3958"/>
    <w:rsid w:val="002070D4"/>
    <w:rsid w:val="00223112"/>
    <w:rsid w:val="00240B26"/>
    <w:rsid w:val="00296DE0"/>
    <w:rsid w:val="002D1A82"/>
    <w:rsid w:val="002E4CB5"/>
    <w:rsid w:val="002E6FCA"/>
    <w:rsid w:val="003750C1"/>
    <w:rsid w:val="00384ACF"/>
    <w:rsid w:val="003902D8"/>
    <w:rsid w:val="00394343"/>
    <w:rsid w:val="00396901"/>
    <w:rsid w:val="003A2E45"/>
    <w:rsid w:val="003A50A3"/>
    <w:rsid w:val="003C0AB3"/>
    <w:rsid w:val="00406F50"/>
    <w:rsid w:val="004203BC"/>
    <w:rsid w:val="0044670C"/>
    <w:rsid w:val="00467F7B"/>
    <w:rsid w:val="004703D6"/>
    <w:rsid w:val="004E029B"/>
    <w:rsid w:val="00502755"/>
    <w:rsid w:val="005107BE"/>
    <w:rsid w:val="00517C00"/>
    <w:rsid w:val="00527AD8"/>
    <w:rsid w:val="00527B0E"/>
    <w:rsid w:val="0053165E"/>
    <w:rsid w:val="005764D6"/>
    <w:rsid w:val="005B5423"/>
    <w:rsid w:val="005C3CBE"/>
    <w:rsid w:val="005E15E4"/>
    <w:rsid w:val="00605B8A"/>
    <w:rsid w:val="0068050B"/>
    <w:rsid w:val="00692300"/>
    <w:rsid w:val="00693951"/>
    <w:rsid w:val="006A652B"/>
    <w:rsid w:val="006D0223"/>
    <w:rsid w:val="006E06C6"/>
    <w:rsid w:val="006E6D49"/>
    <w:rsid w:val="006F0AD1"/>
    <w:rsid w:val="00710805"/>
    <w:rsid w:val="007428B8"/>
    <w:rsid w:val="00746164"/>
    <w:rsid w:val="0077570B"/>
    <w:rsid w:val="00780BB6"/>
    <w:rsid w:val="007A1EA5"/>
    <w:rsid w:val="007D4D45"/>
    <w:rsid w:val="0086309A"/>
    <w:rsid w:val="008C321D"/>
    <w:rsid w:val="008D48E0"/>
    <w:rsid w:val="009001B9"/>
    <w:rsid w:val="0091117B"/>
    <w:rsid w:val="00916C63"/>
    <w:rsid w:val="00995470"/>
    <w:rsid w:val="0099788F"/>
    <w:rsid w:val="009D5028"/>
    <w:rsid w:val="009E07AE"/>
    <w:rsid w:val="00A16315"/>
    <w:rsid w:val="00A26C23"/>
    <w:rsid w:val="00A573FD"/>
    <w:rsid w:val="00A61097"/>
    <w:rsid w:val="00AB1063"/>
    <w:rsid w:val="00AB31C6"/>
    <w:rsid w:val="00AE3D76"/>
    <w:rsid w:val="00B0465C"/>
    <w:rsid w:val="00B07C02"/>
    <w:rsid w:val="00B404A1"/>
    <w:rsid w:val="00B723BE"/>
    <w:rsid w:val="00B82705"/>
    <w:rsid w:val="00BE65B4"/>
    <w:rsid w:val="00C52F0B"/>
    <w:rsid w:val="00C707BD"/>
    <w:rsid w:val="00C82CBA"/>
    <w:rsid w:val="00CB1B28"/>
    <w:rsid w:val="00CC193B"/>
    <w:rsid w:val="00CE1C84"/>
    <w:rsid w:val="00D03B10"/>
    <w:rsid w:val="00D47DAB"/>
    <w:rsid w:val="00D5115F"/>
    <w:rsid w:val="00D67D9D"/>
    <w:rsid w:val="00D8667C"/>
    <w:rsid w:val="00DA1CDB"/>
    <w:rsid w:val="00E10EEB"/>
    <w:rsid w:val="00EB16F7"/>
    <w:rsid w:val="00EC504C"/>
    <w:rsid w:val="00ED381A"/>
    <w:rsid w:val="00EE0663"/>
    <w:rsid w:val="00F40510"/>
    <w:rsid w:val="00F65CA0"/>
    <w:rsid w:val="00F66EA3"/>
    <w:rsid w:val="00F75172"/>
    <w:rsid w:val="00F95F27"/>
    <w:rsid w:val="00FC1FCE"/>
    <w:rsid w:val="00FE3007"/>
    <w:rsid w:val="00FE31CA"/>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7C02"/>
    <w:pPr>
      <w:spacing w:after="240" w:line="240" w:lineRule="auto"/>
    </w:pPr>
    <w:rPr>
      <w:rFonts w:ascii="Arial" w:hAnsi="Arial"/>
      <w:sz w:val="24"/>
    </w:rPr>
  </w:style>
  <w:style w:type="paragraph" w:styleId="Heading1">
    <w:name w:val="heading 1"/>
    <w:basedOn w:val="Normal"/>
    <w:next w:val="Normal"/>
    <w:link w:val="Heading1Char"/>
    <w:uiPriority w:val="9"/>
    <w:qFormat/>
    <w:rsid w:val="00B07C02"/>
    <w:pPr>
      <w:keepNext/>
      <w:keepLines/>
      <w:spacing w:before="240"/>
      <w:outlineLvl w:val="0"/>
    </w:pPr>
    <w:rPr>
      <w:rFonts w:eastAsiaTheme="majorEastAsia" w:cstheme="majorBidi"/>
      <w:b/>
      <w:sz w:val="40"/>
      <w:szCs w:val="32"/>
    </w:rPr>
  </w:style>
  <w:style w:type="paragraph" w:styleId="Heading2">
    <w:name w:val="heading 2"/>
    <w:basedOn w:val="Normal"/>
    <w:next w:val="Normal"/>
    <w:link w:val="Heading2Char"/>
    <w:uiPriority w:val="9"/>
    <w:unhideWhenUsed/>
    <w:qFormat/>
    <w:rsid w:val="00B07C02"/>
    <w:pPr>
      <w:keepNext/>
      <w:keepLines/>
      <w:spacing w:before="240"/>
      <w:outlineLvl w:val="1"/>
    </w:pPr>
    <w:rPr>
      <w:rFonts w:eastAsiaTheme="majorEastAsia" w:cstheme="majorBidi"/>
      <w:b/>
      <w:sz w:val="36"/>
      <w:szCs w:val="26"/>
    </w:rPr>
  </w:style>
  <w:style w:type="paragraph" w:styleId="Heading3">
    <w:name w:val="heading 3"/>
    <w:basedOn w:val="Normal"/>
    <w:next w:val="Normal"/>
    <w:link w:val="Heading3Char"/>
    <w:uiPriority w:val="9"/>
    <w:unhideWhenUsed/>
    <w:qFormat/>
    <w:rsid w:val="00B07C02"/>
    <w:pPr>
      <w:keepNext/>
      <w:keepLines/>
      <w:spacing w:before="240"/>
      <w:outlineLvl w:val="2"/>
    </w:pPr>
    <w:rPr>
      <w:rFonts w:eastAsiaTheme="majorEastAsia" w:cstheme="majorBidi"/>
      <w:b/>
      <w:sz w:val="32"/>
      <w:szCs w:val="24"/>
    </w:rPr>
  </w:style>
  <w:style w:type="paragraph" w:styleId="Heading4">
    <w:name w:val="heading 4"/>
    <w:basedOn w:val="Normal"/>
    <w:next w:val="Normal"/>
    <w:link w:val="Heading4Char"/>
    <w:uiPriority w:val="9"/>
    <w:unhideWhenUsed/>
    <w:qFormat/>
    <w:rsid w:val="00B07C02"/>
    <w:pPr>
      <w:keepNext/>
      <w:keepLines/>
      <w:spacing w:before="240"/>
      <w:outlineLvl w:val="3"/>
    </w:pPr>
    <w:rPr>
      <w:rFonts w:eastAsiaTheme="majorEastAsia" w:cstheme="majorBidi"/>
      <w:b/>
      <w:iCs/>
      <w:sz w:val="28"/>
    </w:rPr>
  </w:style>
  <w:style w:type="paragraph" w:styleId="Heading5">
    <w:name w:val="heading 5"/>
    <w:basedOn w:val="Normal"/>
    <w:next w:val="Normal"/>
    <w:link w:val="Heading5Char"/>
    <w:uiPriority w:val="9"/>
    <w:unhideWhenUsed/>
    <w:qFormat/>
    <w:rsid w:val="00B07C02"/>
    <w:pPr>
      <w:keepNext/>
      <w:keepLines/>
      <w:spacing w:before="240"/>
      <w:outlineLvl w:val="4"/>
    </w:pPr>
    <w:rPr>
      <w:rFonts w:eastAsiaTheme="majorEastAsia" w:cstheme="majorBidi"/>
      <w:i/>
    </w:rPr>
  </w:style>
  <w:style w:type="paragraph" w:styleId="Heading6">
    <w:name w:val="heading 6"/>
    <w:basedOn w:val="Normal"/>
    <w:next w:val="Normal"/>
    <w:link w:val="Heading6Char"/>
    <w:uiPriority w:val="9"/>
    <w:unhideWhenUsed/>
    <w:qFormat/>
    <w:rsid w:val="00B07C02"/>
    <w:pPr>
      <w:keepNext/>
      <w:keepLines/>
      <w:spacing w:before="240"/>
      <w:outlineLvl w:val="5"/>
    </w:pPr>
    <w:rPr>
      <w:rFonts w:eastAsiaTheme="majorEastAsia" w:cstheme="majorBidi"/>
      <w:b/>
    </w:rPr>
  </w:style>
  <w:style w:type="paragraph" w:styleId="Heading7">
    <w:name w:val="heading 7"/>
    <w:basedOn w:val="Normal"/>
    <w:next w:val="Normal"/>
    <w:link w:val="Heading7Char"/>
    <w:uiPriority w:val="9"/>
    <w:semiHidden/>
    <w:unhideWhenUsed/>
    <w:qFormat/>
    <w:rsid w:val="00B07C02"/>
    <w:pPr>
      <w:keepNext/>
      <w:keepLines/>
      <w:spacing w:before="40" w:after="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rsid w:val="00B07C0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07C02"/>
  </w:style>
  <w:style w:type="character" w:customStyle="1" w:styleId="Heading1Char">
    <w:name w:val="Heading 1 Char"/>
    <w:basedOn w:val="DefaultParagraphFont"/>
    <w:link w:val="Heading1"/>
    <w:uiPriority w:val="9"/>
    <w:rsid w:val="00B07C02"/>
    <w:rPr>
      <w:rFonts w:ascii="Arial" w:eastAsiaTheme="majorEastAsia" w:hAnsi="Arial" w:cstheme="majorBidi"/>
      <w:b/>
      <w:sz w:val="40"/>
      <w:szCs w:val="32"/>
    </w:rPr>
  </w:style>
  <w:style w:type="character" w:customStyle="1" w:styleId="Heading2Char">
    <w:name w:val="Heading 2 Char"/>
    <w:basedOn w:val="DefaultParagraphFont"/>
    <w:link w:val="Heading2"/>
    <w:uiPriority w:val="9"/>
    <w:rsid w:val="00B07C02"/>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B07C02"/>
    <w:rPr>
      <w:rFonts w:ascii="Arial" w:eastAsiaTheme="majorEastAsia" w:hAnsi="Arial" w:cstheme="majorBidi"/>
      <w:b/>
      <w:sz w:val="32"/>
      <w:szCs w:val="24"/>
    </w:rPr>
  </w:style>
  <w:style w:type="character" w:customStyle="1" w:styleId="Heading4Char">
    <w:name w:val="Heading 4 Char"/>
    <w:basedOn w:val="DefaultParagraphFont"/>
    <w:link w:val="Heading4"/>
    <w:uiPriority w:val="9"/>
    <w:rsid w:val="00B07C02"/>
    <w:rPr>
      <w:rFonts w:ascii="Arial" w:eastAsiaTheme="majorEastAsia" w:hAnsi="Arial" w:cstheme="majorBidi"/>
      <w:b/>
      <w:iCs/>
      <w:sz w:val="28"/>
    </w:rPr>
  </w:style>
  <w:style w:type="paragraph" w:styleId="Title">
    <w:name w:val="Title"/>
    <w:basedOn w:val="Normal"/>
    <w:next w:val="Normal"/>
    <w:link w:val="TitleChar"/>
    <w:uiPriority w:val="10"/>
    <w:qFormat/>
    <w:rsid w:val="00B07C02"/>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B07C02"/>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B07C02"/>
    <w:rPr>
      <w:rFonts w:ascii="Arial" w:eastAsiaTheme="majorEastAsia" w:hAnsi="Arial" w:cstheme="majorBidi"/>
      <w:i/>
      <w:sz w:val="24"/>
    </w:rPr>
  </w:style>
  <w:style w:type="paragraph" w:styleId="NoSpacing">
    <w:name w:val="No Spacing"/>
    <w:uiPriority w:val="1"/>
    <w:qFormat/>
    <w:rsid w:val="00B07C02"/>
    <w:pPr>
      <w:spacing w:after="0" w:line="240" w:lineRule="auto"/>
    </w:pPr>
    <w:rPr>
      <w:rFonts w:ascii="Arial" w:hAnsi="Arial"/>
      <w:sz w:val="24"/>
    </w:rPr>
  </w:style>
  <w:style w:type="character" w:customStyle="1" w:styleId="Heading6Char">
    <w:name w:val="Heading 6 Char"/>
    <w:basedOn w:val="DefaultParagraphFont"/>
    <w:link w:val="Heading6"/>
    <w:uiPriority w:val="9"/>
    <w:rsid w:val="00B07C02"/>
    <w:rPr>
      <w:rFonts w:ascii="Arial" w:eastAsiaTheme="majorEastAsia" w:hAnsi="Arial" w:cstheme="majorBidi"/>
      <w:b/>
      <w:sz w:val="24"/>
    </w:rPr>
  </w:style>
  <w:style w:type="paragraph" w:styleId="Subtitle">
    <w:name w:val="Subtitle"/>
    <w:basedOn w:val="Normal"/>
    <w:next w:val="Normal"/>
    <w:link w:val="SubtitleChar"/>
    <w:uiPriority w:val="11"/>
    <w:qFormat/>
    <w:rsid w:val="00B07C02"/>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B07C02"/>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B07C02"/>
    <w:rPr>
      <w:rFonts w:ascii="Arial" w:eastAsiaTheme="majorEastAsia" w:hAnsi="Arial" w:cstheme="majorBidi"/>
      <w:i/>
      <w:iCs/>
      <w:color w:val="1F4D78" w:themeColor="accent1" w:themeShade="7F"/>
      <w:sz w:val="24"/>
    </w:rPr>
  </w:style>
  <w:style w:type="character" w:styleId="Hyperlink">
    <w:name w:val="Hyperlink"/>
    <w:basedOn w:val="DefaultParagraphFont"/>
    <w:uiPriority w:val="99"/>
    <w:unhideWhenUsed/>
    <w:rsid w:val="00B07C02"/>
    <w:rPr>
      <w:rFonts w:ascii="Arial" w:hAnsi="Arial"/>
      <w:color w:val="0000FF"/>
      <w:sz w:val="24"/>
      <w:u w:val="single"/>
    </w:rPr>
  </w:style>
  <w:style w:type="paragraph" w:styleId="ListParagraph">
    <w:name w:val="List Paragraph"/>
    <w:basedOn w:val="Normal"/>
    <w:uiPriority w:val="34"/>
    <w:qFormat/>
    <w:rsid w:val="00B07C02"/>
    <w:pPr>
      <w:ind w:left="720" w:hanging="360"/>
    </w:pPr>
  </w:style>
  <w:style w:type="paragraph" w:styleId="Header">
    <w:name w:val="header"/>
    <w:basedOn w:val="Normal"/>
    <w:link w:val="HeaderChar"/>
    <w:uiPriority w:val="99"/>
    <w:unhideWhenUsed/>
    <w:rsid w:val="00B07C02"/>
    <w:pPr>
      <w:tabs>
        <w:tab w:val="center" w:pos="4680"/>
        <w:tab w:val="right" w:pos="9360"/>
      </w:tabs>
      <w:spacing w:after="0"/>
    </w:pPr>
  </w:style>
  <w:style w:type="character" w:customStyle="1" w:styleId="HeaderChar">
    <w:name w:val="Header Char"/>
    <w:basedOn w:val="DefaultParagraphFont"/>
    <w:link w:val="Header"/>
    <w:uiPriority w:val="99"/>
    <w:rsid w:val="00B07C02"/>
    <w:rPr>
      <w:rFonts w:ascii="Arial" w:eastAsia="Times New Roman" w:hAnsi="Arial" w:cs="Times New Roman"/>
      <w:sz w:val="24"/>
      <w:szCs w:val="24"/>
    </w:rPr>
  </w:style>
  <w:style w:type="paragraph" w:styleId="Footer">
    <w:name w:val="footer"/>
    <w:basedOn w:val="Normal"/>
    <w:link w:val="FooterChar"/>
    <w:uiPriority w:val="99"/>
    <w:unhideWhenUsed/>
    <w:rsid w:val="00B07C02"/>
    <w:pPr>
      <w:tabs>
        <w:tab w:val="center" w:pos="4680"/>
        <w:tab w:val="right" w:pos="9360"/>
      </w:tabs>
    </w:pPr>
  </w:style>
  <w:style w:type="character" w:customStyle="1" w:styleId="FooterChar">
    <w:name w:val="Footer Char"/>
    <w:basedOn w:val="DefaultParagraphFont"/>
    <w:link w:val="Footer"/>
    <w:uiPriority w:val="99"/>
    <w:rsid w:val="00B07C02"/>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B07C02"/>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7C02"/>
    <w:rPr>
      <w:rFonts w:ascii="Segoe UI" w:hAnsi="Segoe UI" w:cs="Segoe UI"/>
      <w:sz w:val="18"/>
      <w:szCs w:val="18"/>
    </w:rPr>
  </w:style>
  <w:style w:type="table" w:styleId="TableGrid">
    <w:name w:val="Table Grid"/>
    <w:basedOn w:val="TableNormal"/>
    <w:uiPriority w:val="39"/>
    <w:rsid w:val="00B07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velopeAddress">
    <w:name w:val="envelope address"/>
    <w:basedOn w:val="Normal"/>
    <w:uiPriority w:val="99"/>
    <w:semiHidden/>
    <w:unhideWhenUsed/>
    <w:rsid w:val="00B07C02"/>
    <w:pPr>
      <w:framePr w:w="7920" w:h="1980" w:hRule="exact" w:hSpace="180" w:wrap="auto" w:hAnchor="page" w:xAlign="center" w:yAlign="bottom"/>
      <w:ind w:left="2880"/>
    </w:pPr>
    <w:rPr>
      <w:rFonts w:eastAsiaTheme="majorEastAsia" w:cstheme="majorBidi"/>
      <w:kern w:val="24"/>
    </w:rPr>
  </w:style>
  <w:style w:type="paragraph" w:styleId="MessageHeader">
    <w:name w:val="Message Header"/>
    <w:basedOn w:val="Normal"/>
    <w:link w:val="MessageHeaderChar"/>
    <w:uiPriority w:val="99"/>
    <w:unhideWhenUsed/>
    <w:rsid w:val="00B07C02"/>
    <w:pPr>
      <w:spacing w:after="360"/>
      <w:ind w:left="1440" w:hanging="1440"/>
    </w:pPr>
    <w:rPr>
      <w:rFonts w:eastAsiaTheme="majorEastAsia" w:cstheme="majorBidi"/>
      <w:szCs w:val="24"/>
    </w:rPr>
  </w:style>
  <w:style w:type="character" w:customStyle="1" w:styleId="MessageHeaderChar">
    <w:name w:val="Message Header Char"/>
    <w:basedOn w:val="DefaultParagraphFont"/>
    <w:link w:val="MessageHeader"/>
    <w:uiPriority w:val="99"/>
    <w:rsid w:val="00B07C02"/>
    <w:rPr>
      <w:rFonts w:ascii="Arial" w:eastAsiaTheme="majorEastAsia" w:hAnsi="Arial" w:cstheme="majorBidi"/>
      <w:sz w:val="24"/>
      <w:szCs w:val="24"/>
    </w:rPr>
  </w:style>
  <w:style w:type="table" w:styleId="GridTable1Light">
    <w:name w:val="Grid Table 1 Light"/>
    <w:basedOn w:val="TableNormal"/>
    <w:uiPriority w:val="46"/>
    <w:rsid w:val="00B07C02"/>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penanhoat@oxnardsd.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leginfo.legislature.ca.gov/faces/codes_displaySection.xhtml?lawCode=EDC&amp;sectionNum=3305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claray\AppData\Roaming\Microsoft\Templates\NormalSB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EE0745-E3DC-4D47-87CB-20905A4498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NormalSBE.dotm</Template>
  <TotalTime>78</TotalTime>
  <Pages>6</Pages>
  <Words>1052</Words>
  <Characters>6002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January 2018 Waiver Item W-09 - Meeting Agendas (CA State Board of Education)</vt:lpstr>
    </vt:vector>
  </TitlesOfParts>
  <Company>California State Board of Education</Company>
  <LinksUpToDate>false</LinksUpToDate>
  <CharactersWithSpaces>7040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2018 Waiver Item W-09 - Meeting Agendas (CA State Board of Education)</dc:title>
  <dc:subject>Request by the Oxnard Unified School District to waive California Education Code Section 15282(a), relating to term limits for members of a Citizens' Oversight Committee for all construction bonds in the district.</dc:subject>
  <dc:creator/>
  <cp:keywords/>
  <dc:description/>
  <cp:revision>12</cp:revision>
  <cp:lastPrinted>2017-11-20T20:20:00Z</cp:lastPrinted>
  <dcterms:created xsi:type="dcterms:W3CDTF">2017-11-21T18:29:00Z</dcterms:created>
  <dcterms:modified xsi:type="dcterms:W3CDTF">2017-12-21T23:01:00Z</dcterms:modified>
  <cp:category/>
</cp:coreProperties>
</file>