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bookmarkStart w:id="0" w:name="_GoBack"/>
      <w:bookmarkEnd w:id="0"/>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6E06C6" w:rsidRPr="00B723BE" w:rsidRDefault="00FC1FCE" w:rsidP="00B723BE">
      <w:pPr>
        <w:jc w:val="right"/>
      </w:pPr>
      <w:r w:rsidRPr="00B723BE">
        <w:t>California Department of Education</w:t>
      </w:r>
      <w:r w:rsidR="00054654">
        <w:br/>
      </w:r>
      <w:r w:rsidRPr="00B723BE">
        <w:t>Executive Office</w:t>
      </w:r>
      <w:r w:rsidR="00054654">
        <w:br/>
      </w:r>
      <w:r w:rsidR="00692300" w:rsidRPr="00B723BE">
        <w:t>SBE-005 (REV. 1</w:t>
      </w:r>
      <w:r w:rsidR="00284BF9">
        <w:t>1</w:t>
      </w:r>
      <w:r w:rsidR="00692300" w:rsidRPr="00B723BE">
        <w:t>/2017</w:t>
      </w:r>
      <w:proofErr w:type="gramStart"/>
      <w:r w:rsidRPr="00B723BE">
        <w:t>)</w:t>
      </w:r>
      <w:proofErr w:type="gramEnd"/>
      <w:r w:rsidR="00054654">
        <w:br/>
      </w:r>
      <w:r w:rsidR="00692300" w:rsidRPr="00B723BE">
        <w:t>General Waiver</w:t>
      </w:r>
    </w:p>
    <w:p w:rsidR="00B723BE" w:rsidRDefault="00B723BE" w:rsidP="00FC1FCE">
      <w:pPr>
        <w:pStyle w:val="Heading1"/>
        <w:jc w:val="center"/>
        <w:rPr>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054654">
      <w:pPr>
        <w:sectPr w:rsidR="006E06C6" w:rsidSect="0091117B">
          <w:type w:val="continuous"/>
          <w:pgSz w:w="12240" w:h="15840"/>
          <w:pgMar w:top="720" w:right="1440" w:bottom="1440" w:left="1440" w:header="720" w:footer="720" w:gutter="0"/>
          <w:cols w:space="720"/>
          <w:docGrid w:linePitch="360"/>
        </w:sectPr>
      </w:pPr>
    </w:p>
    <w:p w:rsidR="00FC1FCE" w:rsidRPr="00054654" w:rsidRDefault="0091117B" w:rsidP="00054654">
      <w:pPr>
        <w:pStyle w:val="Heading1"/>
        <w:jc w:val="center"/>
      </w:pPr>
      <w:r w:rsidRPr="00054654">
        <w:t>Californ</w:t>
      </w:r>
      <w:r w:rsidR="00693951" w:rsidRPr="00054654">
        <w:t xml:space="preserve">ia State Board of </w:t>
      </w:r>
      <w:r w:rsidR="003A2E45" w:rsidRPr="00054654">
        <w:t xml:space="preserve">Education </w:t>
      </w:r>
      <w:r w:rsidR="00693951" w:rsidRPr="00054654">
        <w:br/>
      </w:r>
      <w:r w:rsidR="00DA4F9F" w:rsidRPr="00054654">
        <w:t xml:space="preserve">January 2018 </w:t>
      </w:r>
      <w:r w:rsidRPr="00054654">
        <w:t>Agenda</w:t>
      </w:r>
      <w:r w:rsidR="00FC1FCE" w:rsidRPr="00054654">
        <w:br/>
        <w:t>Item</w:t>
      </w:r>
      <w:r w:rsidR="00692300" w:rsidRPr="00054654">
        <w:t xml:space="preserve"> #W-</w:t>
      </w:r>
      <w:r w:rsidR="004A3519" w:rsidRPr="00054654">
        <w:t>10</w:t>
      </w:r>
    </w:p>
    <w:p w:rsidR="00FC1FCE" w:rsidRPr="00054654" w:rsidRDefault="00FC1FCE" w:rsidP="00054654">
      <w:pPr>
        <w:pStyle w:val="Heading2"/>
      </w:pPr>
      <w:r w:rsidRPr="00054654">
        <w:t>Subject</w:t>
      </w:r>
    </w:p>
    <w:p w:rsidR="004E5509" w:rsidRDefault="004E5509" w:rsidP="00054654">
      <w:r>
        <w:t xml:space="preserve">Request by </w:t>
      </w:r>
      <w:r w:rsidRPr="004E5509">
        <w:rPr>
          <w:b/>
        </w:rPr>
        <w:t>Laytonville Unified School District</w:t>
      </w:r>
      <w:r>
        <w:t xml:space="preserve"> to waive portions of California </w:t>
      </w:r>
      <w:r w:rsidRPr="005F65D2">
        <w:rPr>
          <w:i/>
        </w:rPr>
        <w:t>Education Code</w:t>
      </w:r>
      <w:r>
        <w:t xml:space="preserve"> Section 5091, which will allow the board of trustees to make a provisional appointment to a vacant board position past the 60-day statutory deadline.</w:t>
      </w:r>
    </w:p>
    <w:p w:rsidR="00692300" w:rsidRPr="00054654" w:rsidRDefault="00692300" w:rsidP="00054654">
      <w:pPr>
        <w:pStyle w:val="Heading2"/>
      </w:pPr>
      <w:r w:rsidRPr="00054654">
        <w:t>Waiver Number</w:t>
      </w:r>
    </w:p>
    <w:p w:rsidR="0050109B" w:rsidRPr="00692300" w:rsidRDefault="0050109B" w:rsidP="00054654">
      <w:r>
        <w:t>6-11-2017</w:t>
      </w:r>
    </w:p>
    <w:p w:rsidR="00FC1FCE" w:rsidRPr="00054654" w:rsidRDefault="00FC1FCE" w:rsidP="00054654">
      <w:pPr>
        <w:pStyle w:val="Heading2"/>
      </w:pPr>
      <w:r w:rsidRPr="00054654">
        <w:t>Type of Action</w:t>
      </w:r>
    </w:p>
    <w:p w:rsidR="0091117B" w:rsidRPr="00870875" w:rsidRDefault="00692300" w:rsidP="00054654">
      <w:r w:rsidRPr="00870875">
        <w:t>Action</w:t>
      </w:r>
      <w:r w:rsidR="002D4A93">
        <w:t>, Consent</w:t>
      </w:r>
    </w:p>
    <w:p w:rsidR="00FC1FCE" w:rsidRPr="00054654" w:rsidRDefault="00FC1FCE" w:rsidP="00054654">
      <w:pPr>
        <w:pStyle w:val="Heading2"/>
      </w:pPr>
      <w:r w:rsidRPr="00054654">
        <w:t>Summary of the Issue(s)</w:t>
      </w:r>
    </w:p>
    <w:p w:rsidR="0050109B" w:rsidRDefault="0050109B" w:rsidP="00054654">
      <w:r>
        <w:t xml:space="preserve">California </w:t>
      </w:r>
      <w:r w:rsidRPr="006D277F">
        <w:rPr>
          <w:i/>
        </w:rPr>
        <w:t>Education Code</w:t>
      </w:r>
      <w:r w:rsidRPr="00737489">
        <w:t xml:space="preserve"> </w:t>
      </w:r>
      <w:r>
        <w:t>(</w:t>
      </w:r>
      <w:r w:rsidRPr="006D277F">
        <w:rPr>
          <w:i/>
        </w:rPr>
        <w:t>EC</w:t>
      </w:r>
      <w:r>
        <w:t xml:space="preserve">) </w:t>
      </w:r>
      <w:r w:rsidRPr="00737489">
        <w:t xml:space="preserve">Section 5091 </w:t>
      </w:r>
      <w:r>
        <w:t>requires</w:t>
      </w:r>
      <w:r w:rsidRPr="00737489">
        <w:t xml:space="preserve"> a governing board </w:t>
      </w:r>
      <w:r>
        <w:t>to</w:t>
      </w:r>
      <w:r w:rsidRPr="00737489">
        <w:t xml:space="preserve"> make a provisional appointment or order an election to fill a vacancy </w:t>
      </w:r>
      <w:r>
        <w:t xml:space="preserve">on the board </w:t>
      </w:r>
      <w:r w:rsidRPr="00737489">
        <w:t xml:space="preserve">within 60 days of the vacancy. </w:t>
      </w:r>
      <w:r w:rsidRPr="006D277F">
        <w:rPr>
          <w:i/>
        </w:rPr>
        <w:t>EC</w:t>
      </w:r>
      <w:r w:rsidRPr="00737489">
        <w:t xml:space="preserve"> Section 5091 further </w:t>
      </w:r>
      <w:r>
        <w:t xml:space="preserve">requires </w:t>
      </w:r>
      <w:r w:rsidRPr="00737489">
        <w:t xml:space="preserve">the county superintendent of schools (county superintendent) </w:t>
      </w:r>
      <w:r>
        <w:t>to</w:t>
      </w:r>
      <w:r w:rsidRPr="00737489">
        <w:t xml:space="preserve"> order an election to fill the vacancy if the board </w:t>
      </w:r>
      <w:r>
        <w:t>does not</w:t>
      </w:r>
      <w:r w:rsidRPr="00737489">
        <w:t xml:space="preserve"> take action within </w:t>
      </w:r>
      <w:r>
        <w:t xml:space="preserve">the </w:t>
      </w:r>
      <w:r w:rsidRPr="00737489">
        <w:t>60 days. Approval of this waiver request</w:t>
      </w:r>
      <w:r>
        <w:t xml:space="preserve"> removes the 60-day limit and provides the Laytonville Unified School District</w:t>
      </w:r>
      <w:r w:rsidRPr="00737489">
        <w:t xml:space="preserve"> </w:t>
      </w:r>
      <w:r>
        <w:t>(U</w:t>
      </w:r>
      <w:r w:rsidRPr="00737489">
        <w:t>SD</w:t>
      </w:r>
      <w:r>
        <w:t xml:space="preserve">) </w:t>
      </w:r>
      <w:r w:rsidRPr="00737489">
        <w:t>additional time to make a</w:t>
      </w:r>
      <w:r>
        <w:t>n</w:t>
      </w:r>
      <w:r w:rsidRPr="00737489">
        <w:t xml:space="preserve"> </w:t>
      </w:r>
      <w:r>
        <w:t>appointment.</w:t>
      </w:r>
    </w:p>
    <w:p w:rsidR="00F40510" w:rsidRPr="00054654" w:rsidRDefault="00F40510" w:rsidP="00054654">
      <w:pPr>
        <w:pStyle w:val="Heading2"/>
      </w:pPr>
      <w:r w:rsidRPr="00054654">
        <w:t>Authority for Waiver</w:t>
      </w:r>
    </w:p>
    <w:p w:rsidR="00054654" w:rsidRDefault="00F40510" w:rsidP="00054654">
      <w:r w:rsidRPr="00870875">
        <w:rPr>
          <w:i/>
        </w:rPr>
        <w:t>EC</w:t>
      </w:r>
      <w:r w:rsidRPr="00870875">
        <w:t xml:space="preserve"> Section 33050</w:t>
      </w:r>
    </w:p>
    <w:p w:rsidR="00054654" w:rsidRDefault="00054654">
      <w:pPr>
        <w:spacing w:after="160" w:line="259" w:lineRule="auto"/>
      </w:pPr>
      <w:r>
        <w:br w:type="page"/>
      </w:r>
    </w:p>
    <w:p w:rsidR="00FC1FCE" w:rsidRPr="00054654" w:rsidRDefault="00FC1FCE" w:rsidP="00054654">
      <w:pPr>
        <w:pStyle w:val="Heading2"/>
      </w:pPr>
      <w:r w:rsidRPr="00054654">
        <w:lastRenderedPageBreak/>
        <w:t>Recommendation</w:t>
      </w:r>
    </w:p>
    <w:p w:rsidR="00FE4BD6" w:rsidRPr="002E6FCA" w:rsidRDefault="00870875" w:rsidP="00054654">
      <w:pPr>
        <w:pStyle w:val="ListParagraph"/>
        <w:numPr>
          <w:ilvl w:val="0"/>
          <w:numId w:val="22"/>
        </w:numPr>
      </w:pPr>
      <w:r>
        <w:t xml:space="preserve">Approval:  </w:t>
      </w:r>
      <w:r w:rsidR="00DA4F9F">
        <w:t>Yes</w:t>
      </w:r>
    </w:p>
    <w:p w:rsidR="00F40510" w:rsidRPr="002E6FCA" w:rsidRDefault="00F40510" w:rsidP="00054654">
      <w:pPr>
        <w:pStyle w:val="ListParagraph"/>
        <w:numPr>
          <w:ilvl w:val="0"/>
          <w:numId w:val="22"/>
        </w:numPr>
      </w:pPr>
      <w:r w:rsidRPr="002E6FCA">
        <w:t>Approval with conditions</w:t>
      </w:r>
      <w:r w:rsidR="00FE4BD6" w:rsidRPr="002E6FCA">
        <w:t xml:space="preserve">:  </w:t>
      </w:r>
      <w:r w:rsidR="00DA4F9F">
        <w:t>No</w:t>
      </w:r>
    </w:p>
    <w:p w:rsidR="00054654" w:rsidRPr="002E6FCA" w:rsidRDefault="00FE4BD6" w:rsidP="00054654">
      <w:pPr>
        <w:pStyle w:val="ListParagraph"/>
        <w:numPr>
          <w:ilvl w:val="0"/>
          <w:numId w:val="22"/>
        </w:numPr>
      </w:pPr>
      <w:r w:rsidRPr="002E6FCA">
        <w:t xml:space="preserve">Denial:  </w:t>
      </w:r>
      <w:r w:rsidR="00DA4F9F">
        <w:t>No</w:t>
      </w:r>
    </w:p>
    <w:p w:rsidR="00FC1FCE" w:rsidRPr="00054654" w:rsidRDefault="00F40510" w:rsidP="00054654">
      <w:pPr>
        <w:pStyle w:val="Heading2"/>
      </w:pPr>
      <w:r w:rsidRPr="00054654">
        <w:t xml:space="preserve">Summary </w:t>
      </w:r>
      <w:r w:rsidR="00FC1FCE" w:rsidRPr="00054654">
        <w:t>of Key Issues</w:t>
      </w:r>
    </w:p>
    <w:p w:rsidR="0050109B" w:rsidRDefault="0050109B" w:rsidP="00054654">
      <w:r w:rsidRPr="006D277F">
        <w:rPr>
          <w:i/>
        </w:rPr>
        <w:t>EC</w:t>
      </w:r>
      <w:r>
        <w:t xml:space="preserve"> </w:t>
      </w:r>
      <w:r w:rsidRPr="00737489">
        <w:t xml:space="preserve">Section 5091 provides that a school district governing board make a provisional appointment or order an election to fill a vacancy on the board within 60 days of </w:t>
      </w:r>
      <w:r>
        <w:t>a</w:t>
      </w:r>
      <w:r w:rsidRPr="00737489">
        <w:t xml:space="preserve"> vacancy. </w:t>
      </w:r>
      <w:r w:rsidRPr="006D277F">
        <w:rPr>
          <w:i/>
        </w:rPr>
        <w:t>EC</w:t>
      </w:r>
      <w:r w:rsidRPr="00737489">
        <w:t xml:space="preserve"> Sec</w:t>
      </w:r>
      <w:r>
        <w:t>tion 5091 further provides that,</w:t>
      </w:r>
      <w:r w:rsidRPr="00737489">
        <w:t xml:space="preserve"> if the governing board fails to take </w:t>
      </w:r>
      <w:r>
        <w:t>such action</w:t>
      </w:r>
      <w:r w:rsidRPr="00737489">
        <w:t>, the county superintendent must order an election to fill the vacancy. Approval of this waiver request would remove the 60-day limit,</w:t>
      </w:r>
      <w:r>
        <w:t xml:space="preserve"> allowing</w:t>
      </w:r>
      <w:r w:rsidRPr="00737489">
        <w:t xml:space="preserve"> the </w:t>
      </w:r>
      <w:r>
        <w:t xml:space="preserve">Laytonville USD </w:t>
      </w:r>
      <w:r w:rsidRPr="00737489">
        <w:t>additional time to make a provisional appointment.</w:t>
      </w:r>
    </w:p>
    <w:p w:rsidR="0050109B" w:rsidRDefault="0050109B" w:rsidP="00054654">
      <w:r>
        <w:t xml:space="preserve">A member of </w:t>
      </w:r>
      <w:r w:rsidR="00D17BE0">
        <w:t xml:space="preserve">the </w:t>
      </w:r>
      <w:r w:rsidRPr="00A5407B">
        <w:t xml:space="preserve">Laytonville </w:t>
      </w:r>
      <w:r>
        <w:t>USD governing b</w:t>
      </w:r>
      <w:r w:rsidRPr="00A5407B">
        <w:t xml:space="preserve">oard resigned </w:t>
      </w:r>
      <w:r>
        <w:t xml:space="preserve">on August 10, 2017. </w:t>
      </w:r>
      <w:r w:rsidRPr="00A5407B">
        <w:t>District staff actively recruited for t</w:t>
      </w:r>
      <w:r>
        <w:t>he position, posting</w:t>
      </w:r>
      <w:r w:rsidRPr="00A5407B">
        <w:t xml:space="preserve"> the vacancy in</w:t>
      </w:r>
      <w:r>
        <w:t xml:space="preserve"> five public places within d</w:t>
      </w:r>
      <w:r w:rsidRPr="00A5407B">
        <w:t xml:space="preserve">istrict </w:t>
      </w:r>
      <w:r>
        <w:t>boundaries and in the local newspaper. However, t</w:t>
      </w:r>
      <w:r w:rsidRPr="00A5407B">
        <w:t xml:space="preserve">he district </w:t>
      </w:r>
      <w:r>
        <w:t>did not receive</w:t>
      </w:r>
      <w:r w:rsidRPr="00A5407B">
        <w:t xml:space="preserve"> any</w:t>
      </w:r>
      <w:r>
        <w:t xml:space="preserve"> valid applicants within the 60-day time</w:t>
      </w:r>
      <w:r w:rsidRPr="00A5407B">
        <w:t xml:space="preserve">line. </w:t>
      </w:r>
      <w:r>
        <w:t xml:space="preserve">The Mendocino County Superintendent (with current responsibility for calling the election for the board vacancy) supports the district’s waiver request. </w:t>
      </w:r>
      <w:r w:rsidR="00D17BE0">
        <w:t xml:space="preserve">The </w:t>
      </w:r>
      <w:r>
        <w:t>CDE notes that calling an election when no qualified candidates currently have expressed interest in being appointed to the board is not the best option at this time.</w:t>
      </w:r>
    </w:p>
    <w:p w:rsidR="0050109B" w:rsidRPr="00527AD8" w:rsidRDefault="0050109B" w:rsidP="00054654">
      <w:r w:rsidRPr="003905A3">
        <w:t xml:space="preserve">Given the </w:t>
      </w:r>
      <w:r>
        <w:t>above circumstances</w:t>
      </w:r>
      <w:r w:rsidRPr="003905A3">
        <w:t>, the lack of local opposition to the waiver request</w:t>
      </w:r>
      <w:r>
        <w:t xml:space="preserve">, </w:t>
      </w:r>
      <w:r w:rsidRPr="003905A3">
        <w:t xml:space="preserve">and the CDE’s determination that none of the reasons for denial in </w:t>
      </w:r>
      <w:r w:rsidRPr="003905A3">
        <w:rPr>
          <w:i/>
        </w:rPr>
        <w:t>EC</w:t>
      </w:r>
      <w:r w:rsidRPr="003905A3">
        <w:t xml:space="preserve"> Section 33051(a) exist, the CDE recommends that the SBE approve the request by </w:t>
      </w:r>
      <w:r w:rsidRPr="00737489">
        <w:t xml:space="preserve">the </w:t>
      </w:r>
      <w:r w:rsidRPr="00A5407B">
        <w:t xml:space="preserve">Laytonville </w:t>
      </w:r>
      <w:r>
        <w:t xml:space="preserve">USD </w:t>
      </w:r>
      <w:r w:rsidRPr="003905A3">
        <w:t xml:space="preserve">to waive portions of </w:t>
      </w:r>
      <w:r w:rsidRPr="003905A3">
        <w:rPr>
          <w:i/>
        </w:rPr>
        <w:t>EC</w:t>
      </w:r>
      <w:r>
        <w:t xml:space="preserve"> Section 5091, </w:t>
      </w:r>
      <w:r w:rsidRPr="003905A3">
        <w:t>which require a governing board to take action to fill a vacancy on the board within 60 days</w:t>
      </w:r>
    </w:p>
    <w:p w:rsidR="0050109B" w:rsidRDefault="0050109B" w:rsidP="00054654">
      <w:r w:rsidRPr="002D1A82">
        <w:rPr>
          <w:b/>
        </w:rPr>
        <w:t>Demographic Information:</w:t>
      </w:r>
      <w:r>
        <w:t xml:space="preserve"> The Laytonville USD has a student population of 376 and is located in a rural area of Mendocino County.</w:t>
      </w:r>
      <w:r w:rsidRPr="003905A3">
        <w:t xml:space="preserve"> </w:t>
      </w:r>
    </w:p>
    <w:p w:rsidR="002D1A82" w:rsidRDefault="00F40510" w:rsidP="00054654">
      <w:r w:rsidRPr="00C17D7D">
        <w:rPr>
          <w:b/>
        </w:rPr>
        <w:t>Because this is a general waiver, if the SBE decides to deny the waiver, it must cite one of the seven reaso</w:t>
      </w:r>
      <w:r w:rsidR="002D1A82" w:rsidRPr="00C17D7D">
        <w:rPr>
          <w:b/>
        </w:rPr>
        <w:t>ns in EC 33051(a), available at</w:t>
      </w:r>
      <w:r w:rsidR="002D1A82" w:rsidRPr="00C17D7D">
        <w:t xml:space="preserve"> </w:t>
      </w:r>
      <w:hyperlink r:id="rId10" w:tooltip="Link to Education Code 33051(a)" w:history="1">
        <w:r w:rsidR="002D1A82" w:rsidRPr="00C17D7D">
          <w:rPr>
            <w:rStyle w:val="Hyperlink"/>
          </w:rPr>
          <w:t>http://leginfo.legislature.ca.gov/faces/codes_displaySection.xhtml?lawCode=EDC&amp;sectionNum=33051</w:t>
        </w:r>
      </w:hyperlink>
      <w:r>
        <w:t>.</w:t>
      </w:r>
    </w:p>
    <w:p w:rsidR="00FC1FCE" w:rsidRPr="00054654" w:rsidRDefault="00FC1FCE" w:rsidP="00054654">
      <w:pPr>
        <w:pStyle w:val="Heading2"/>
      </w:pPr>
      <w:r w:rsidRPr="00054654">
        <w:lastRenderedPageBreak/>
        <w:t>Summary of Previous State Board of Education Discussion and Action</w:t>
      </w:r>
    </w:p>
    <w:p w:rsidR="0050109B" w:rsidRPr="00527AD8" w:rsidRDefault="0050109B" w:rsidP="00054654">
      <w:pPr>
        <w:rPr>
          <w:b/>
        </w:rPr>
      </w:pPr>
      <w:r>
        <w:t>The SBE has approved similar waiver requests. The most recent approval was at the November 2017 SBE meeting for the Oak Run Elementary School District (Shasta County).</w:t>
      </w:r>
    </w:p>
    <w:p w:rsidR="00FC1FCE" w:rsidRPr="00054654" w:rsidRDefault="00FC1FCE" w:rsidP="00054654">
      <w:pPr>
        <w:pStyle w:val="Heading2"/>
      </w:pPr>
      <w:r w:rsidRPr="00054654">
        <w:t>Fiscal Analysis (as appropriate)</w:t>
      </w:r>
    </w:p>
    <w:p w:rsidR="0050109B" w:rsidRPr="00527AD8" w:rsidRDefault="0050109B" w:rsidP="00054654">
      <w:r>
        <w:t>Approval of the waiver request will not have fiscal effects on any local or state agency</w:t>
      </w:r>
      <w:r w:rsidRPr="00111EA1">
        <w:t xml:space="preserve">. </w:t>
      </w:r>
      <w:r>
        <w:t>Disapproval of the request may result in election costs for the Laytonville USD.</w:t>
      </w:r>
    </w:p>
    <w:p w:rsidR="00406F50" w:rsidRPr="00054654" w:rsidRDefault="00406F50" w:rsidP="00054654">
      <w:pPr>
        <w:pStyle w:val="Heading2"/>
      </w:pPr>
      <w:r w:rsidRPr="00054654">
        <w:t>Attachment(s)</w:t>
      </w:r>
    </w:p>
    <w:p w:rsidR="00DA4F9F" w:rsidRPr="002D1A82" w:rsidRDefault="00DA4F9F" w:rsidP="00054654">
      <w:pPr>
        <w:pStyle w:val="ListParagraph"/>
        <w:numPr>
          <w:ilvl w:val="0"/>
          <w:numId w:val="23"/>
        </w:numPr>
      </w:pPr>
      <w:r w:rsidRPr="00054654">
        <w:rPr>
          <w:b/>
        </w:rPr>
        <w:t>Attachment 1:</w:t>
      </w:r>
      <w:r w:rsidRPr="00406F50">
        <w:t xml:space="preserve">  </w:t>
      </w:r>
      <w:r w:rsidR="00BD6858">
        <w:t>Summary Table (1 page</w:t>
      </w:r>
      <w:r>
        <w:t>)</w:t>
      </w:r>
    </w:p>
    <w:p w:rsidR="0050109B" w:rsidRDefault="0050109B" w:rsidP="00054654">
      <w:pPr>
        <w:pStyle w:val="ListParagraph"/>
        <w:numPr>
          <w:ilvl w:val="0"/>
          <w:numId w:val="23"/>
        </w:numPr>
      </w:pPr>
      <w:r w:rsidRPr="00054654">
        <w:rPr>
          <w:b/>
        </w:rPr>
        <w:t>Attachment 2:</w:t>
      </w:r>
      <w:r>
        <w:t xml:space="preserve">  Laytonville Unified School District</w:t>
      </w:r>
      <w:r w:rsidRPr="00737489">
        <w:t xml:space="preserve"> </w:t>
      </w:r>
      <w:r>
        <w:t>Gen</w:t>
      </w:r>
      <w:r w:rsidR="00D44E5A">
        <w:t>eral Waiver Request</w:t>
      </w:r>
      <w:r w:rsidR="00D44E5A">
        <w:br/>
        <w:t>6-11-2017 (3</w:t>
      </w:r>
      <w:r>
        <w:t xml:space="preserve"> pages)</w:t>
      </w:r>
      <w:r w:rsidR="00D17BE0">
        <w:t>.</w:t>
      </w:r>
      <w:r w:rsidRPr="002D1A82">
        <w:t xml:space="preserve"> (Original waiver request is signed and on file in the Waiver Office.</w:t>
      </w:r>
      <w:r w:rsidR="00D17BE0">
        <w:t>)</w:t>
      </w:r>
      <w:r>
        <w:t xml:space="preserve"> </w:t>
      </w:r>
    </w:p>
    <w:p w:rsidR="00A573FD" w:rsidRDefault="00A573FD" w:rsidP="00054654">
      <w:pPr>
        <w:sectPr w:rsidR="00A573FD" w:rsidSect="0091117B">
          <w:type w:val="continuous"/>
          <w:pgSz w:w="12240" w:h="15840"/>
          <w:pgMar w:top="720" w:right="1440" w:bottom="1440" w:left="1440" w:header="720" w:footer="720" w:gutter="0"/>
          <w:cols w:space="720"/>
          <w:docGrid w:linePitch="360"/>
        </w:sectPr>
      </w:pPr>
      <w:r>
        <w:t xml:space="preserve"> </w:t>
      </w:r>
    </w:p>
    <w:p w:rsidR="00693951" w:rsidRPr="002C4155" w:rsidRDefault="00693951" w:rsidP="002C4155">
      <w:pPr>
        <w:pStyle w:val="Heading1"/>
        <w:jc w:val="center"/>
      </w:pPr>
      <w:r w:rsidRPr="002C4155">
        <w:lastRenderedPageBreak/>
        <w:t>Attachment 1</w:t>
      </w:r>
      <w:r w:rsidR="006D0223" w:rsidRPr="002C4155">
        <w:t xml:space="preserve">: </w:t>
      </w:r>
      <w:r w:rsidRPr="002C4155">
        <w:t>Summary Table</w:t>
      </w:r>
    </w:p>
    <w:p w:rsidR="00693951" w:rsidRDefault="00693951" w:rsidP="002C4155">
      <w:pPr>
        <w:jc w:val="center"/>
      </w:pPr>
      <w:r w:rsidRPr="00693951">
        <w:t xml:space="preserve">California </w:t>
      </w:r>
      <w:r w:rsidRPr="00C17D7D">
        <w:rPr>
          <w:i/>
        </w:rPr>
        <w:t>Edu</w:t>
      </w:r>
      <w:r w:rsidR="0050109B">
        <w:rPr>
          <w:i/>
        </w:rPr>
        <w:t xml:space="preserve">cation Code </w:t>
      </w:r>
      <w:r w:rsidRPr="00693951">
        <w:t xml:space="preserve">Section </w:t>
      </w:r>
      <w:r w:rsidR="0050109B">
        <w:t>5091</w:t>
      </w:r>
    </w:p>
    <w:tbl>
      <w:tblPr>
        <w:tblStyle w:val="GridTable1Light"/>
        <w:tblW w:w="5000" w:type="pct"/>
        <w:tblLook w:val="04A0" w:firstRow="1" w:lastRow="0" w:firstColumn="1" w:lastColumn="0" w:noHBand="0" w:noVBand="1"/>
        <w:tblDescription w:val="This is attachment 1, Summary Table for this Waiver Item."/>
      </w:tblPr>
      <w:tblGrid>
        <w:gridCol w:w="1345"/>
        <w:gridCol w:w="1441"/>
        <w:gridCol w:w="2368"/>
        <w:gridCol w:w="2580"/>
        <w:gridCol w:w="1892"/>
        <w:gridCol w:w="2700"/>
        <w:gridCol w:w="2640"/>
      </w:tblGrid>
      <w:tr w:rsidR="002C4155" w:rsidRPr="00517C00" w:rsidTr="002C4155">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49" w:type="pct"/>
            <w:shd w:val="clear" w:color="auto" w:fill="D9D9D9" w:themeFill="background1" w:themeFillShade="D9"/>
            <w:vAlign w:val="center"/>
          </w:tcPr>
          <w:p w:rsidR="00DA4F9F" w:rsidRPr="007A34F9" w:rsidRDefault="00DA4F9F" w:rsidP="002C4155">
            <w:pPr>
              <w:spacing w:before="120" w:after="120"/>
              <w:jc w:val="center"/>
              <w:rPr>
                <w:b w:val="0"/>
              </w:rPr>
            </w:pPr>
            <w:r w:rsidRPr="007A34F9">
              <w:t>Waiver Number</w:t>
            </w:r>
          </w:p>
        </w:tc>
        <w:tc>
          <w:tcPr>
            <w:tcW w:w="481" w:type="pct"/>
            <w:shd w:val="clear" w:color="auto" w:fill="D9D9D9" w:themeFill="background1" w:themeFillShade="D9"/>
            <w:vAlign w:val="center"/>
          </w:tcPr>
          <w:p w:rsidR="00DA4F9F" w:rsidRPr="007A34F9" w:rsidRDefault="00DA4F9F" w:rsidP="002C4155">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7A34F9">
              <w:t>District</w:t>
            </w:r>
          </w:p>
        </w:tc>
        <w:tc>
          <w:tcPr>
            <w:tcW w:w="791" w:type="pct"/>
            <w:shd w:val="clear" w:color="auto" w:fill="D9D9D9" w:themeFill="background1" w:themeFillShade="D9"/>
            <w:vAlign w:val="center"/>
          </w:tcPr>
          <w:p w:rsidR="00DA4F9F" w:rsidRPr="007A34F9" w:rsidRDefault="00DA4F9F" w:rsidP="002C4155">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7A34F9">
              <w:t>Period of Request</w:t>
            </w:r>
          </w:p>
        </w:tc>
        <w:tc>
          <w:tcPr>
            <w:tcW w:w="862" w:type="pct"/>
            <w:shd w:val="clear" w:color="auto" w:fill="D9D9D9" w:themeFill="background1" w:themeFillShade="D9"/>
            <w:vAlign w:val="center"/>
          </w:tcPr>
          <w:p w:rsidR="00DA4F9F" w:rsidRPr="007A34F9" w:rsidRDefault="00DA4F9F" w:rsidP="002C4155">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7A34F9">
              <w:t>Bargaining Unit Representatives Consulted, Date and Position</w:t>
            </w:r>
          </w:p>
        </w:tc>
        <w:tc>
          <w:tcPr>
            <w:tcW w:w="632" w:type="pct"/>
            <w:shd w:val="clear" w:color="auto" w:fill="D9D9D9" w:themeFill="background1" w:themeFillShade="D9"/>
            <w:vAlign w:val="center"/>
          </w:tcPr>
          <w:p w:rsidR="00DA4F9F" w:rsidRPr="007A34F9" w:rsidRDefault="00DA4F9F" w:rsidP="002C4155">
            <w:pPr>
              <w:pStyle w:val="Header"/>
              <w:spacing w:before="120" w:after="120"/>
              <w:jc w:val="center"/>
              <w:cnfStyle w:val="100000000000" w:firstRow="1" w:lastRow="0" w:firstColumn="0" w:lastColumn="0" w:oddVBand="0" w:evenVBand="0" w:oddHBand="0" w:evenHBand="0" w:firstRowFirstColumn="0" w:firstRowLastColumn="0" w:lastRowFirstColumn="0" w:lastRowLastColumn="0"/>
              <w:rPr>
                <w:rFonts w:cs="Arial"/>
                <w:b w:val="0"/>
              </w:rPr>
            </w:pPr>
            <w:r w:rsidRPr="007A34F9">
              <w:rPr>
                <w:rFonts w:cs="Arial"/>
              </w:rPr>
              <w:t>Public Hearing and Board Approval Date</w:t>
            </w:r>
          </w:p>
        </w:tc>
        <w:tc>
          <w:tcPr>
            <w:tcW w:w="902" w:type="pct"/>
            <w:shd w:val="clear" w:color="auto" w:fill="D9D9D9" w:themeFill="background1" w:themeFillShade="D9"/>
            <w:vAlign w:val="center"/>
          </w:tcPr>
          <w:p w:rsidR="00DA4F9F" w:rsidRPr="007A34F9" w:rsidRDefault="00DA4F9F" w:rsidP="002C4155">
            <w:pPr>
              <w:pStyle w:val="Header"/>
              <w:spacing w:before="120" w:after="120"/>
              <w:jc w:val="center"/>
              <w:cnfStyle w:val="100000000000" w:firstRow="1" w:lastRow="0" w:firstColumn="0" w:lastColumn="0" w:oddVBand="0" w:evenVBand="0" w:oddHBand="0" w:evenHBand="0" w:firstRowFirstColumn="0" w:firstRowLastColumn="0" w:lastRowFirstColumn="0" w:lastRowLastColumn="0"/>
              <w:rPr>
                <w:rFonts w:cs="Arial"/>
                <w:b w:val="0"/>
                <w:bCs w:val="0"/>
              </w:rPr>
            </w:pPr>
            <w:r w:rsidRPr="007A34F9">
              <w:rPr>
                <w:rFonts w:cs="Arial"/>
              </w:rPr>
              <w:t>Public Hearing Advertisement</w:t>
            </w:r>
          </w:p>
        </w:tc>
        <w:tc>
          <w:tcPr>
            <w:tcW w:w="882" w:type="pct"/>
            <w:shd w:val="clear" w:color="auto" w:fill="D9D9D9" w:themeFill="background1" w:themeFillShade="D9"/>
            <w:vAlign w:val="center"/>
          </w:tcPr>
          <w:p w:rsidR="00DA4F9F" w:rsidRPr="007A34F9" w:rsidRDefault="00DA4F9F" w:rsidP="002C4155">
            <w:pPr>
              <w:pStyle w:val="Header"/>
              <w:spacing w:before="120" w:after="120"/>
              <w:jc w:val="center"/>
              <w:cnfStyle w:val="100000000000" w:firstRow="1" w:lastRow="0" w:firstColumn="0" w:lastColumn="0" w:oddVBand="0" w:evenVBand="0" w:oddHBand="0" w:evenHBand="0" w:firstRowFirstColumn="0" w:firstRowLastColumn="0" w:lastRowFirstColumn="0" w:lastRowLastColumn="0"/>
              <w:rPr>
                <w:rFonts w:cs="Arial"/>
                <w:b w:val="0"/>
                <w:bCs w:val="0"/>
              </w:rPr>
            </w:pPr>
            <w:r w:rsidRPr="007A34F9">
              <w:rPr>
                <w:rFonts w:cs="Arial"/>
              </w:rPr>
              <w:t>SSC/Advisory Committee Position</w:t>
            </w:r>
          </w:p>
        </w:tc>
      </w:tr>
      <w:tr w:rsidR="0050109B" w:rsidRPr="00517C00" w:rsidTr="002C4155">
        <w:trPr>
          <w:cantSplit/>
        </w:trPr>
        <w:tc>
          <w:tcPr>
            <w:cnfStyle w:val="001000000000" w:firstRow="0" w:lastRow="0" w:firstColumn="1" w:lastColumn="0" w:oddVBand="0" w:evenVBand="0" w:oddHBand="0" w:evenHBand="0" w:firstRowFirstColumn="0" w:firstRowLastColumn="0" w:lastRowFirstColumn="0" w:lastRowLastColumn="0"/>
            <w:tcW w:w="449" w:type="pct"/>
          </w:tcPr>
          <w:p w:rsidR="0050109B" w:rsidRPr="007A34F9" w:rsidRDefault="0050109B" w:rsidP="002C4155">
            <w:pPr>
              <w:spacing w:before="120" w:after="120"/>
              <w:jc w:val="center"/>
            </w:pPr>
            <w:r w:rsidRPr="007A34F9">
              <w:t>6-11-2017</w:t>
            </w:r>
          </w:p>
          <w:p w:rsidR="0050109B" w:rsidRPr="007A34F9" w:rsidRDefault="0050109B" w:rsidP="002C4155">
            <w:pPr>
              <w:spacing w:before="120" w:after="120"/>
              <w:jc w:val="center"/>
            </w:pPr>
          </w:p>
        </w:tc>
        <w:tc>
          <w:tcPr>
            <w:tcW w:w="481" w:type="pct"/>
          </w:tcPr>
          <w:p w:rsidR="0050109B" w:rsidRPr="007A34F9" w:rsidRDefault="0050109B" w:rsidP="002C4155">
            <w:pPr>
              <w:spacing w:before="120" w:after="120"/>
              <w:jc w:val="center"/>
              <w:cnfStyle w:val="000000000000" w:firstRow="0" w:lastRow="0" w:firstColumn="0" w:lastColumn="0" w:oddVBand="0" w:evenVBand="0" w:oddHBand="0" w:evenHBand="0" w:firstRowFirstColumn="0" w:firstRowLastColumn="0" w:lastRowFirstColumn="0" w:lastRowLastColumn="0"/>
            </w:pPr>
            <w:r w:rsidRPr="007A34F9">
              <w:t>Laytonville Unified School District</w:t>
            </w:r>
          </w:p>
        </w:tc>
        <w:tc>
          <w:tcPr>
            <w:tcW w:w="791" w:type="pct"/>
          </w:tcPr>
          <w:p w:rsidR="0050109B" w:rsidRPr="007A34F9" w:rsidRDefault="0050109B" w:rsidP="002C4155">
            <w:pPr>
              <w:spacing w:before="120" w:after="120"/>
              <w:jc w:val="center"/>
              <w:cnfStyle w:val="000000000000" w:firstRow="0" w:lastRow="0" w:firstColumn="0" w:lastColumn="0" w:oddVBand="0" w:evenVBand="0" w:oddHBand="0" w:evenHBand="0" w:firstRowFirstColumn="0" w:firstRowLastColumn="0" w:lastRowFirstColumn="0" w:lastRowLastColumn="0"/>
            </w:pPr>
            <w:r w:rsidRPr="007A34F9">
              <w:rPr>
                <w:b/>
              </w:rPr>
              <w:t>Requested:</w:t>
            </w:r>
            <w:r w:rsidR="002C4155">
              <w:t xml:space="preserve"> </w:t>
            </w:r>
            <w:r w:rsidRPr="007A34F9">
              <w:t>October 9, 2017, to June 30, 2018</w:t>
            </w:r>
          </w:p>
          <w:p w:rsidR="0050109B" w:rsidRPr="007A34F9" w:rsidRDefault="0050109B" w:rsidP="002C4155">
            <w:pPr>
              <w:spacing w:before="120" w:after="120"/>
              <w:jc w:val="center"/>
              <w:cnfStyle w:val="000000000000" w:firstRow="0" w:lastRow="0" w:firstColumn="0" w:lastColumn="0" w:oddVBand="0" w:evenVBand="0" w:oddHBand="0" w:evenHBand="0" w:firstRowFirstColumn="0" w:firstRowLastColumn="0" w:lastRowFirstColumn="0" w:lastRowLastColumn="0"/>
            </w:pPr>
            <w:r w:rsidRPr="007A34F9">
              <w:rPr>
                <w:b/>
              </w:rPr>
              <w:t>Recommended:</w:t>
            </w:r>
            <w:r w:rsidRPr="007A34F9">
              <w:t xml:space="preserve"> October 9, 2017, to June 30, 2018</w:t>
            </w:r>
          </w:p>
        </w:tc>
        <w:tc>
          <w:tcPr>
            <w:tcW w:w="862" w:type="pct"/>
          </w:tcPr>
          <w:p w:rsidR="0050109B" w:rsidRPr="002C4155" w:rsidRDefault="0050109B" w:rsidP="002C4155">
            <w:pPr>
              <w:spacing w:before="120" w:after="120"/>
              <w:jc w:val="center"/>
              <w:cnfStyle w:val="000000000000" w:firstRow="0" w:lastRow="0" w:firstColumn="0" w:lastColumn="0" w:oddVBand="0" w:evenVBand="0" w:oddHBand="0" w:evenHBand="0" w:firstRowFirstColumn="0" w:firstRowLastColumn="0" w:lastRowFirstColumn="0" w:lastRowLastColumn="0"/>
            </w:pPr>
            <w:r w:rsidRPr="007A34F9">
              <w:t>California Teachers Association,</w:t>
            </w:r>
            <w:r w:rsidR="002C4155">
              <w:t xml:space="preserve"> </w:t>
            </w:r>
            <w:r w:rsidRPr="007A34F9">
              <w:t>Suzanne Dunham</w:t>
            </w:r>
            <w:r w:rsidR="002C4155">
              <w:t xml:space="preserve">, </w:t>
            </w:r>
            <w:r w:rsidRPr="007A34F9">
              <w:t>President</w:t>
            </w:r>
            <w:r w:rsidR="002C4155">
              <w:t xml:space="preserve"> </w:t>
            </w:r>
            <w:r w:rsidRPr="007A34F9">
              <w:t>11/1/2017</w:t>
            </w:r>
            <w:r w:rsidR="002C4155">
              <w:t xml:space="preserve"> </w:t>
            </w:r>
            <w:r w:rsidR="002C4155">
              <w:br/>
            </w:r>
            <w:r w:rsidRPr="007A34F9">
              <w:rPr>
                <w:b/>
              </w:rPr>
              <w:t>Support</w:t>
            </w:r>
          </w:p>
          <w:p w:rsidR="0050109B" w:rsidRPr="007A34F9" w:rsidRDefault="0050109B" w:rsidP="002C4155">
            <w:pPr>
              <w:spacing w:before="120" w:after="120"/>
              <w:jc w:val="center"/>
              <w:cnfStyle w:val="000000000000" w:firstRow="0" w:lastRow="0" w:firstColumn="0" w:lastColumn="0" w:oddVBand="0" w:evenVBand="0" w:oddHBand="0" w:evenHBand="0" w:firstRowFirstColumn="0" w:firstRowLastColumn="0" w:lastRowFirstColumn="0" w:lastRowLastColumn="0"/>
            </w:pPr>
            <w:r w:rsidRPr="007A34F9">
              <w:t>California School Employees Association,</w:t>
            </w:r>
            <w:r w:rsidR="002C4155">
              <w:t xml:space="preserve"> </w:t>
            </w:r>
            <w:r w:rsidRPr="007A34F9">
              <w:t>Nancy Golightly</w:t>
            </w:r>
            <w:r w:rsidR="002C4155">
              <w:t xml:space="preserve">, </w:t>
            </w:r>
            <w:r w:rsidRPr="007A34F9">
              <w:t>Vice-President</w:t>
            </w:r>
            <w:r w:rsidR="002C4155">
              <w:t xml:space="preserve"> </w:t>
            </w:r>
            <w:r w:rsidRPr="007A34F9">
              <w:t>11/2/2017</w:t>
            </w:r>
            <w:r w:rsidR="002C4155">
              <w:t xml:space="preserve"> </w:t>
            </w:r>
            <w:r w:rsidRPr="007A34F9">
              <w:rPr>
                <w:b/>
              </w:rPr>
              <w:t>Support</w:t>
            </w:r>
          </w:p>
        </w:tc>
        <w:tc>
          <w:tcPr>
            <w:tcW w:w="632" w:type="pct"/>
          </w:tcPr>
          <w:p w:rsidR="0050109B" w:rsidRPr="007A34F9" w:rsidRDefault="0050109B" w:rsidP="002C4155">
            <w:pPr>
              <w:pStyle w:val="Heade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7A34F9">
              <w:rPr>
                <w:rFonts w:cs="Arial"/>
              </w:rPr>
              <w:t>11/3/2017</w:t>
            </w:r>
          </w:p>
        </w:tc>
        <w:tc>
          <w:tcPr>
            <w:tcW w:w="902" w:type="pct"/>
          </w:tcPr>
          <w:p w:rsidR="0050109B" w:rsidRPr="007A34F9" w:rsidRDefault="0050109B" w:rsidP="002C4155">
            <w:pPr>
              <w:pStyle w:val="Heade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7A34F9">
              <w:rPr>
                <w:rFonts w:cs="Arial"/>
              </w:rPr>
              <w:t>The public hearing n</w:t>
            </w:r>
            <w:r w:rsidR="000D41C0" w:rsidRPr="007A34F9">
              <w:rPr>
                <w:rFonts w:cs="Arial"/>
              </w:rPr>
              <w:t xml:space="preserve">otice </w:t>
            </w:r>
            <w:r w:rsidRPr="007A34F9">
              <w:rPr>
                <w:rFonts w:cs="Arial"/>
              </w:rPr>
              <w:t>was posted at the local post office as well as each school site and the tribal office.</w:t>
            </w:r>
          </w:p>
        </w:tc>
        <w:tc>
          <w:tcPr>
            <w:tcW w:w="882" w:type="pct"/>
          </w:tcPr>
          <w:p w:rsidR="0050109B" w:rsidRPr="007A34F9" w:rsidRDefault="0050109B" w:rsidP="002C4155">
            <w:pPr>
              <w:pStyle w:val="Heade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7A34F9">
              <w:rPr>
                <w:rFonts w:cs="Arial"/>
              </w:rPr>
              <w:t>Laytonville High School Site Council,</w:t>
            </w:r>
          </w:p>
          <w:p w:rsidR="0050109B" w:rsidRPr="007A34F9" w:rsidRDefault="0050109B" w:rsidP="002C4155">
            <w:pPr>
              <w:spacing w:before="120" w:after="120"/>
              <w:jc w:val="center"/>
              <w:cnfStyle w:val="000000000000" w:firstRow="0" w:lastRow="0" w:firstColumn="0" w:lastColumn="0" w:oddVBand="0" w:evenVBand="0" w:oddHBand="0" w:evenHBand="0" w:firstRowFirstColumn="0" w:firstRowLastColumn="0" w:lastRowFirstColumn="0" w:lastRowLastColumn="0"/>
            </w:pPr>
            <w:r w:rsidRPr="007A34F9">
              <w:t>11/2/2017</w:t>
            </w:r>
          </w:p>
          <w:p w:rsidR="0050109B" w:rsidRPr="002C4155" w:rsidRDefault="0050109B" w:rsidP="002C4155">
            <w:pPr>
              <w:pStyle w:val="Header"/>
              <w:spacing w:before="120" w:after="120"/>
              <w:jc w:val="center"/>
              <w:cnfStyle w:val="000000000000" w:firstRow="0" w:lastRow="0" w:firstColumn="0" w:lastColumn="0" w:oddVBand="0" w:evenVBand="0" w:oddHBand="0" w:evenHBand="0" w:firstRowFirstColumn="0" w:firstRowLastColumn="0" w:lastRowFirstColumn="0" w:lastRowLastColumn="0"/>
              <w:rPr>
                <w:rFonts w:cs="Arial"/>
                <w:b/>
              </w:rPr>
            </w:pPr>
            <w:r w:rsidRPr="007A34F9">
              <w:rPr>
                <w:rFonts w:cs="Arial"/>
                <w:b/>
              </w:rPr>
              <w:t>No objections</w:t>
            </w:r>
          </w:p>
        </w:tc>
      </w:tr>
    </w:tbl>
    <w:p w:rsidR="00C17D7D" w:rsidRDefault="00517C00" w:rsidP="002C4155">
      <w:r>
        <w:t>Created by Cal</w:t>
      </w:r>
      <w:r w:rsidR="00C17D7D">
        <w:t>ifornia Department of Education</w:t>
      </w:r>
      <w:r w:rsidR="00C17D7D">
        <w:br/>
      </w:r>
      <w:r w:rsidR="0050109B">
        <w:t>November 2017</w:t>
      </w:r>
    </w:p>
    <w:p w:rsidR="00223112" w:rsidRDefault="00223112" w:rsidP="002C4155">
      <w:pPr>
        <w:sectPr w:rsidR="00223112" w:rsidSect="002C4155">
          <w:headerReference w:type="default" r:id="rId11"/>
          <w:pgSz w:w="15840" w:h="12240" w:orient="landscape"/>
          <w:pgMar w:top="432" w:right="432" w:bottom="432" w:left="432" w:header="720" w:footer="720" w:gutter="0"/>
          <w:cols w:space="720"/>
          <w:docGrid w:linePitch="360"/>
        </w:sectPr>
      </w:pPr>
    </w:p>
    <w:p w:rsidR="002C4155" w:rsidRPr="002C4155" w:rsidRDefault="002C4155" w:rsidP="002C4155">
      <w:pPr>
        <w:pStyle w:val="Heading1"/>
        <w:jc w:val="center"/>
      </w:pPr>
      <w:r>
        <w:lastRenderedPageBreak/>
        <w:t xml:space="preserve">Attachment 2: </w:t>
      </w:r>
      <w:r w:rsidRPr="002C4155">
        <w:t>Laytonville Unified School District General Waiver Request</w:t>
      </w:r>
    </w:p>
    <w:p w:rsidR="00BD6858" w:rsidRPr="002926E5" w:rsidRDefault="00BD6858" w:rsidP="002926E5">
      <w:pPr>
        <w:rPr>
          <w:b/>
        </w:rPr>
      </w:pPr>
      <w:r w:rsidRPr="002926E5">
        <w:rPr>
          <w:b/>
        </w:rPr>
        <w:t>California Department of Education</w:t>
      </w:r>
      <w:r w:rsidRPr="002926E5">
        <w:rPr>
          <w:b/>
        </w:rPr>
        <w:br/>
        <w:t>WAIVER SUBMISSION - General</w:t>
      </w:r>
    </w:p>
    <w:p w:rsidR="0050109B" w:rsidRPr="002C4155" w:rsidRDefault="0050109B" w:rsidP="002926E5">
      <w:r w:rsidRPr="002C4155">
        <w:t>CD Code: 2373916</w:t>
      </w:r>
      <w:r w:rsidR="002C4155">
        <w:br/>
      </w:r>
      <w:r w:rsidRPr="002C4155">
        <w:t xml:space="preserve">Waiver Number: </w:t>
      </w:r>
      <w:r w:rsidR="002C4155">
        <w:t>6-11-2017</w:t>
      </w:r>
      <w:r w:rsidR="002C4155">
        <w:br/>
      </w:r>
      <w:r w:rsidRPr="002C4155">
        <w:t>Active Year: 2017</w:t>
      </w:r>
    </w:p>
    <w:p w:rsidR="0050109B" w:rsidRPr="002C4155" w:rsidRDefault="0050109B" w:rsidP="002926E5">
      <w:r w:rsidRPr="002C4155">
        <w:t>Date In: 11/6/2017 12:27:08 PM</w:t>
      </w:r>
    </w:p>
    <w:p w:rsidR="0050109B" w:rsidRPr="002C4155" w:rsidRDefault="0050109B" w:rsidP="002926E5">
      <w:r w:rsidRPr="002C4155">
        <w:t>Local Education Agency: Laytonville Unified School District</w:t>
      </w:r>
      <w:r w:rsidR="002C4155">
        <w:br/>
      </w:r>
      <w:r w:rsidRPr="002C4155">
        <w:t>Address: 150 Ramsey Rd.</w:t>
      </w:r>
      <w:r w:rsidR="002C4155">
        <w:t xml:space="preserve"> </w:t>
      </w:r>
      <w:r w:rsidRPr="002C4155">
        <w:t>Laytonville, CA 95454</w:t>
      </w:r>
    </w:p>
    <w:p w:rsidR="0050109B" w:rsidRPr="002C4155" w:rsidRDefault="0050109B" w:rsidP="002926E5">
      <w:r w:rsidRPr="002C4155">
        <w:t>Start: 10/9/2017</w:t>
      </w:r>
      <w:r w:rsidR="002C4155">
        <w:br/>
      </w:r>
      <w:r w:rsidRPr="002C4155">
        <w:t>End: 6/30/2018</w:t>
      </w:r>
    </w:p>
    <w:p w:rsidR="0050109B" w:rsidRPr="002C4155" w:rsidRDefault="0050109B" w:rsidP="002926E5">
      <w:r w:rsidRPr="002C4155">
        <w:t>Waiver Renewal: N</w:t>
      </w:r>
      <w:r w:rsidR="00E95B96" w:rsidRPr="002C4155">
        <w:t>o</w:t>
      </w:r>
      <w:r w:rsidR="002C4155">
        <w:br/>
        <w:t>Previous Waiver Number: None</w:t>
      </w:r>
      <w:r w:rsidR="002C4155">
        <w:br/>
      </w:r>
      <w:r w:rsidRPr="002C4155">
        <w:t xml:space="preserve">Previous SBE Approval Date: </w:t>
      </w:r>
      <w:r w:rsidR="002C4155">
        <w:t>N/A</w:t>
      </w:r>
    </w:p>
    <w:p w:rsidR="0050109B" w:rsidRPr="002C4155" w:rsidRDefault="0050109B" w:rsidP="002926E5">
      <w:r w:rsidRPr="002C4155">
        <w:t>Waiver Topic: School District Reorganization</w:t>
      </w:r>
      <w:r w:rsidR="002C4155">
        <w:br/>
      </w:r>
      <w:r w:rsidRPr="002C4155">
        <w:t xml:space="preserve">Ed Code Title: 60 day Requirement to Fill Board Vacancy </w:t>
      </w:r>
      <w:r w:rsidR="002C4155">
        <w:br/>
      </w:r>
      <w:r w:rsidRPr="002C4155">
        <w:t>Ed Code Section: 5091-92</w:t>
      </w:r>
      <w:r w:rsidR="002C4155">
        <w:br/>
      </w:r>
      <w:r w:rsidRPr="002C4155">
        <w:t>Ed Code Authority: 33051</w:t>
      </w:r>
    </w:p>
    <w:p w:rsidR="0050109B" w:rsidRPr="002C4155" w:rsidRDefault="0050109B" w:rsidP="002926E5">
      <w:r w:rsidRPr="002C4155">
        <w:t>Ed Code or CCR to Waive: Portions of California Education Code Section 5091 Recommended for Waiver</w:t>
      </w:r>
    </w:p>
    <w:p w:rsidR="0050109B" w:rsidRPr="002C4155" w:rsidRDefault="0050109B" w:rsidP="002926E5">
      <w:r w:rsidRPr="002C4155">
        <w:t xml:space="preserve">5091.  (a) (1) Whenever a vacancy occurs, or whenever a resignation has been filed with the county superintendent of schools containing a deferred effective date, the school district or community college district governing board </w:t>
      </w:r>
      <w:proofErr w:type="gramStart"/>
      <w:r w:rsidRPr="002C4155">
        <w:t>shall[</w:t>
      </w:r>
      <w:proofErr w:type="gramEnd"/>
      <w:r w:rsidRPr="002C4155">
        <w:t>, within 60 days of the vacancy or the filing of the deferred resignation,] either order an election or make a provisional appointment to fill the vacancy. A governing board member may not defer the effective date of his or her resignation for more than 60 days after he or she files the resignation with the county superintendent of schools.</w:t>
      </w:r>
    </w:p>
    <w:p w:rsidR="0050109B" w:rsidRPr="002C4155" w:rsidRDefault="0050109B" w:rsidP="002926E5">
      <w:r w:rsidRPr="002C4155">
        <w:t xml:space="preserve">(2) In the event that a governing board fails to make a provisional appointment or order an </w:t>
      </w:r>
      <w:proofErr w:type="gramStart"/>
      <w:r w:rsidRPr="002C4155">
        <w:t>election[</w:t>
      </w:r>
      <w:proofErr w:type="gramEnd"/>
      <w:r w:rsidRPr="002C4155">
        <w:t xml:space="preserve"> within the prescribed 60-day period] as required by this section, the county superintendent of schools shall order an election to fill the vacancy.</w:t>
      </w:r>
    </w:p>
    <w:p w:rsidR="0050109B" w:rsidRPr="002C4155" w:rsidRDefault="0050109B" w:rsidP="002926E5">
      <w:r w:rsidRPr="002C4155">
        <w:t>(b) When an election is ordered, it shall be held on the next established election date provided pursuant to Chapter 1 (commencing with Section 1000) of Division 1 of the Elections Code not less than 130 days after the order of the election.</w:t>
      </w:r>
    </w:p>
    <w:p w:rsidR="0050109B" w:rsidRPr="002C4155" w:rsidRDefault="0050109B" w:rsidP="002926E5">
      <w:r w:rsidRPr="002C4155">
        <w:lastRenderedPageBreak/>
        <w:t xml:space="preserve">(c) (1) If a provisional appointment is </w:t>
      </w:r>
      <w:proofErr w:type="gramStart"/>
      <w:r w:rsidRPr="002C4155">
        <w:t>made[</w:t>
      </w:r>
      <w:proofErr w:type="gramEnd"/>
      <w:r w:rsidRPr="002C4155">
        <w:t xml:space="preserve"> within the 60-day period], the registered voters of the district may, within 30 days from the date of the appointment, petition for the conduct of a special election to fill the vacancy. A petition shall be deemed to bear a sufficient number of signatures if signed by at least the number of registered voters of the district equal to 11/2 percent of the number of registered voters of the district at the time of the last regular election for governing board members, or 25 registered voters, whichever is greater. However, in districts with less than 2,000 registered voters, a petition shall be deemed to bear a sufficient number of signatures if signed by at least 5 percent of the number of registered voters of the district at the time of the last regular election for governing board members.</w:t>
      </w:r>
    </w:p>
    <w:p w:rsidR="0050109B" w:rsidRPr="002C4155" w:rsidRDefault="0050109B" w:rsidP="002926E5">
      <w:r w:rsidRPr="002C4155">
        <w:t>Portions recommended for waiver are bracketed.</w:t>
      </w:r>
    </w:p>
    <w:p w:rsidR="0050109B" w:rsidRPr="002C4155" w:rsidRDefault="0050109B" w:rsidP="002926E5">
      <w:r w:rsidRPr="002C4155">
        <w:t>Outcome Rationale: Laytonville Unified School District Board Member resigned from the Board of Trustees on August 10, 2017.  The Board voted to appoint a new member at the September 7, 2017 meeting.  The Laytonville Unified School District staff have actively recruited for the position. We posted the vacancy in five public places within the District and in the local newspaper.  Unfortunately, the district had not received any valid applicants within the 60 day deadline. The district is requesting more time to continue the search and appoint a new interested Board Member.</w:t>
      </w:r>
    </w:p>
    <w:p w:rsidR="0050109B" w:rsidRPr="002C4155" w:rsidRDefault="0050109B" w:rsidP="002926E5">
      <w:r w:rsidRPr="002C4155">
        <w:t>Student Population: 376</w:t>
      </w:r>
    </w:p>
    <w:p w:rsidR="0050109B" w:rsidRPr="002C4155" w:rsidRDefault="0050109B" w:rsidP="002926E5">
      <w:r w:rsidRPr="002C4155">
        <w:t>City Type: Rural</w:t>
      </w:r>
    </w:p>
    <w:p w:rsidR="0050109B" w:rsidRPr="002C4155" w:rsidRDefault="0050109B" w:rsidP="002926E5">
      <w:r w:rsidRPr="002C4155">
        <w:t>Public Hearing Date: 11/3/2017</w:t>
      </w:r>
      <w:r w:rsidR="002C4155">
        <w:br/>
      </w:r>
      <w:r w:rsidRPr="002C4155">
        <w:t xml:space="preserve">Public Hearing Advertised: The Notice of Public Hearing was posted at the local Post Office as well as each school site and the tribal office. </w:t>
      </w:r>
    </w:p>
    <w:p w:rsidR="0050109B" w:rsidRPr="002C4155" w:rsidRDefault="0050109B" w:rsidP="002926E5">
      <w:r w:rsidRPr="002C4155">
        <w:t>Local Board Approval Date: 11/3/2017</w:t>
      </w:r>
    </w:p>
    <w:p w:rsidR="0050109B" w:rsidRPr="002C4155" w:rsidRDefault="0050109B" w:rsidP="002926E5">
      <w:r w:rsidRPr="002C4155">
        <w:t>Community Council Reviewed By: Laytonville High School Site Council</w:t>
      </w:r>
      <w:r w:rsidR="002C4155">
        <w:br/>
      </w:r>
      <w:r w:rsidRPr="002C4155">
        <w:t>Community Council Reviewed Date: 11/2/2017</w:t>
      </w:r>
      <w:r w:rsidR="002C4155">
        <w:br/>
      </w:r>
      <w:r w:rsidRPr="002C4155">
        <w:t>Community Council Objection: N</w:t>
      </w:r>
      <w:r w:rsidR="002C4155">
        <w:t>o</w:t>
      </w:r>
      <w:r w:rsidR="002C4155">
        <w:br/>
      </w:r>
      <w:r w:rsidRPr="002C4155">
        <w:t xml:space="preserve">Community Council Objection Explanation: </w:t>
      </w:r>
      <w:r w:rsidR="002C4155">
        <w:t>None</w:t>
      </w:r>
    </w:p>
    <w:p w:rsidR="0050109B" w:rsidRPr="002C4155" w:rsidRDefault="002C4155" w:rsidP="002926E5">
      <w:r>
        <w:t>Audit Penalty</w:t>
      </w:r>
      <w:r w:rsidR="0050109B" w:rsidRPr="002C4155">
        <w:t>: N</w:t>
      </w:r>
      <w:r w:rsidR="00F55898" w:rsidRPr="002C4155">
        <w:t>o</w:t>
      </w:r>
    </w:p>
    <w:p w:rsidR="0050109B" w:rsidRPr="002C4155" w:rsidRDefault="0050109B" w:rsidP="002926E5">
      <w:r w:rsidRPr="002C4155">
        <w:t>Categorical Program Monitoring: N</w:t>
      </w:r>
      <w:r w:rsidR="00F55898" w:rsidRPr="002C4155">
        <w:t>o</w:t>
      </w:r>
    </w:p>
    <w:p w:rsidR="0050109B" w:rsidRPr="002C4155" w:rsidRDefault="0050109B" w:rsidP="002926E5">
      <w:r w:rsidRPr="002C4155">
        <w:t>Submitted by: Ms. Joan Potter</w:t>
      </w:r>
      <w:r w:rsidR="002C4155">
        <w:br/>
      </w:r>
      <w:r w:rsidRPr="002C4155">
        <w:t>Position: Superintendent</w:t>
      </w:r>
      <w:r w:rsidR="002C4155">
        <w:br/>
      </w:r>
      <w:r w:rsidRPr="002C4155">
        <w:t xml:space="preserve">E-mail: </w:t>
      </w:r>
      <w:hyperlink r:id="rId12" w:history="1">
        <w:r w:rsidR="002C4155" w:rsidRPr="003723D3">
          <w:rPr>
            <w:rStyle w:val="Hyperlink"/>
          </w:rPr>
          <w:t>lusd@mcn.org</w:t>
        </w:r>
      </w:hyperlink>
      <w:r w:rsidR="002C4155">
        <w:br/>
      </w:r>
      <w:r w:rsidRPr="002C4155">
        <w:t>Telephone: 707-984-6414</w:t>
      </w:r>
      <w:r w:rsidR="002C4155">
        <w:br/>
      </w:r>
      <w:r w:rsidRPr="002C4155">
        <w:t>Fax: 707-984-8223</w:t>
      </w:r>
    </w:p>
    <w:p w:rsidR="0050109B" w:rsidRPr="002C4155" w:rsidRDefault="0050109B" w:rsidP="002926E5">
      <w:r w:rsidRPr="002C4155">
        <w:t>Bargaining Unit Date: 11/02/2017</w:t>
      </w:r>
      <w:r w:rsidR="002926E5">
        <w:br/>
      </w:r>
      <w:r w:rsidRPr="002C4155">
        <w:t xml:space="preserve">Name: California School </w:t>
      </w:r>
      <w:proofErr w:type="spellStart"/>
      <w:r w:rsidRPr="002C4155">
        <w:t>Employee's</w:t>
      </w:r>
      <w:proofErr w:type="spellEnd"/>
      <w:r w:rsidRPr="002C4155">
        <w:t xml:space="preserve"> Association</w:t>
      </w:r>
      <w:r w:rsidR="002926E5">
        <w:br/>
      </w:r>
      <w:r w:rsidRPr="002C4155">
        <w:lastRenderedPageBreak/>
        <w:t>Representative: Nancy Golightly</w:t>
      </w:r>
      <w:r w:rsidR="002926E5">
        <w:br/>
      </w:r>
      <w:r w:rsidRPr="002C4155">
        <w:t>Title: Vice President</w:t>
      </w:r>
      <w:r w:rsidR="002926E5">
        <w:br/>
      </w:r>
      <w:r w:rsidRPr="002C4155">
        <w:t>Position: Support</w:t>
      </w:r>
      <w:r w:rsidR="002926E5">
        <w:br/>
      </w:r>
      <w:r w:rsidRPr="002C4155">
        <w:t xml:space="preserve">Comments: </w:t>
      </w:r>
      <w:r w:rsidR="002926E5">
        <w:t>None</w:t>
      </w:r>
    </w:p>
    <w:p w:rsidR="0050109B" w:rsidRPr="002C4155" w:rsidRDefault="0050109B" w:rsidP="002926E5">
      <w:r w:rsidRPr="002C4155">
        <w:t>Bargaining Unit Date: 11/01/2017</w:t>
      </w:r>
      <w:r w:rsidR="002926E5">
        <w:br/>
      </w:r>
      <w:r w:rsidRPr="002C4155">
        <w:t xml:space="preserve">Name: California </w:t>
      </w:r>
      <w:proofErr w:type="spellStart"/>
      <w:r w:rsidRPr="002C4155">
        <w:t>Teacher's</w:t>
      </w:r>
      <w:proofErr w:type="spellEnd"/>
      <w:r w:rsidRPr="002C4155">
        <w:t xml:space="preserve"> Association</w:t>
      </w:r>
      <w:r w:rsidR="002926E5">
        <w:br/>
      </w:r>
      <w:r w:rsidRPr="002C4155">
        <w:t>Representative: Suzanne Dunham</w:t>
      </w:r>
      <w:r w:rsidR="002926E5">
        <w:br/>
      </w:r>
      <w:r w:rsidRPr="002C4155">
        <w:t>Title: President</w:t>
      </w:r>
      <w:r w:rsidR="002926E5">
        <w:br/>
      </w:r>
      <w:r w:rsidRPr="002C4155">
        <w:t>Position: Support</w:t>
      </w:r>
    </w:p>
    <w:sectPr w:rsidR="0050109B" w:rsidRPr="002C4155" w:rsidSect="0050109B">
      <w:headerReference w:type="default" r:id="rId1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262A" w:rsidRDefault="0054262A" w:rsidP="000E09DC">
      <w:r>
        <w:separator/>
      </w:r>
    </w:p>
  </w:endnote>
  <w:endnote w:type="continuationSeparator" w:id="0">
    <w:p w:rsidR="0054262A" w:rsidRDefault="0054262A"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262A" w:rsidRDefault="0054262A" w:rsidP="000E09DC">
      <w:r>
        <w:separator/>
      </w:r>
    </w:p>
  </w:footnote>
  <w:footnote w:type="continuationSeparator" w:id="0">
    <w:p w:rsidR="0054262A" w:rsidRDefault="0054262A"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5509" w:rsidRPr="00C17D7D" w:rsidRDefault="004E5509" w:rsidP="00054654">
    <w:pPr>
      <w:jc w:val="right"/>
      <w:rPr>
        <w:rFonts w:eastAsia="Calibri"/>
      </w:rPr>
    </w:pPr>
    <w:r>
      <w:rPr>
        <w:rFonts w:eastAsia="Calibri"/>
      </w:rPr>
      <w:t>General Waiver</w:t>
    </w:r>
    <w:r>
      <w:rPr>
        <w:rFonts w:eastAsia="Calibri"/>
      </w:rPr>
      <w:br/>
    </w:r>
    <w:r w:rsidRPr="000E09DC">
      <w:t xml:space="preserve">Page </w:t>
    </w:r>
    <w:r w:rsidRPr="000E09DC">
      <w:fldChar w:fldCharType="begin"/>
    </w:r>
    <w:r w:rsidRPr="000E09DC">
      <w:instrText xml:space="preserve"> PAGE   \* MERGEFORMAT </w:instrText>
    </w:r>
    <w:r w:rsidRPr="000E09DC">
      <w:fldChar w:fldCharType="separate"/>
    </w:r>
    <w:r w:rsidR="00C10D90">
      <w:rPr>
        <w:noProof/>
      </w:rPr>
      <w:t>3</w:t>
    </w:r>
    <w:r w:rsidRPr="000E09DC">
      <w:rPr>
        <w:noProof/>
      </w:rPr>
      <w:fldChar w:fldCharType="end"/>
    </w:r>
    <w:r w:rsidRPr="000E09DC">
      <w:t xml:space="preserve"> of </w:t>
    </w:r>
    <w: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5509" w:rsidRPr="00C17D7D" w:rsidRDefault="004E5509" w:rsidP="002C4155">
    <w:pPr>
      <w:jc w:val="right"/>
      <w:rPr>
        <w:rFonts w:eastAsia="Calibri"/>
      </w:rPr>
    </w:pPr>
    <w:r>
      <w:rPr>
        <w:rFonts w:eastAsia="Calibri"/>
      </w:rPr>
      <w:t>Attachment 1</w:t>
    </w:r>
    <w:r>
      <w:rPr>
        <w:rFonts w:eastAsia="Calibri"/>
      </w:rPr>
      <w:br/>
    </w:r>
    <w:r w:rsidRPr="000E09DC">
      <w:t xml:space="preserve">Page </w:t>
    </w:r>
    <w:r>
      <w:t>1</w:t>
    </w:r>
    <w:r w:rsidRPr="000E09DC">
      <w:t xml:space="preserve"> of </w:t>
    </w:r>
    <w: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5509" w:rsidRPr="00C17D7D" w:rsidRDefault="004E5509" w:rsidP="00C17D7D">
    <w:pPr>
      <w:tabs>
        <w:tab w:val="center" w:pos="4680"/>
        <w:tab w:val="right" w:pos="9360"/>
      </w:tabs>
      <w:autoSpaceDE w:val="0"/>
      <w:autoSpaceDN w:val="0"/>
      <w:adjustRightInd w:val="0"/>
      <w:jc w:val="right"/>
      <w:rPr>
        <w:rFonts w:eastAsia="Calibri" w:cs="Arial"/>
      </w:rPr>
    </w:pPr>
    <w:r>
      <w:rPr>
        <w:rFonts w:eastAsia="Calibri" w:cs="Arial"/>
      </w:rPr>
      <w:t xml:space="preserve">Attachment </w:t>
    </w:r>
    <w:r w:rsidR="0050109B">
      <w:rPr>
        <w:rFonts w:eastAsia="Calibri" w:cs="Arial"/>
      </w:rPr>
      <w:t>2</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sidR="00C10D90">
      <w:rPr>
        <w:rFonts w:cs="Arial"/>
        <w:noProof/>
      </w:rPr>
      <w:t>3</w:t>
    </w:r>
    <w:r>
      <w:rPr>
        <w:rFonts w:cs="Arial"/>
      </w:rPr>
      <w:fldChar w:fldCharType="end"/>
    </w:r>
    <w:r w:rsidRPr="000E09DC">
      <w:rPr>
        <w:rFonts w:cs="Arial"/>
      </w:rPr>
      <w:t xml:space="preserve"> of </w:t>
    </w:r>
    <w:r w:rsidR="00D44E5A">
      <w:rPr>
        <w:rFonts w:cs="Arial"/>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EF68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CD62B3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148CC4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A9A2B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11E7D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3B0F0D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B6D3F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1E6830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F98796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E2A6DF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AB1E9C"/>
    <w:multiLevelType w:val="hybridMultilevel"/>
    <w:tmpl w:val="0B424C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643631"/>
    <w:multiLevelType w:val="hybridMultilevel"/>
    <w:tmpl w:val="5C50CB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F019EF"/>
    <w:multiLevelType w:val="hybridMultilevel"/>
    <w:tmpl w:val="5792E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E55F71"/>
    <w:multiLevelType w:val="hybridMultilevel"/>
    <w:tmpl w:val="54A49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B3E52B5"/>
    <w:multiLevelType w:val="hybridMultilevel"/>
    <w:tmpl w:val="45428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6936C0"/>
    <w:multiLevelType w:val="hybridMultilevel"/>
    <w:tmpl w:val="4E881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A2F39D7"/>
    <w:multiLevelType w:val="hybridMultilevel"/>
    <w:tmpl w:val="33D01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B1D69BF"/>
    <w:multiLevelType w:val="hybridMultilevel"/>
    <w:tmpl w:val="21BA5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2"/>
  </w:num>
  <w:num w:numId="3">
    <w:abstractNumId w:val="13"/>
  </w:num>
  <w:num w:numId="4">
    <w:abstractNumId w:val="19"/>
  </w:num>
  <w:num w:numId="5">
    <w:abstractNumId w:val="20"/>
  </w:num>
  <w:num w:numId="6">
    <w:abstractNumId w:val="11"/>
  </w:num>
  <w:num w:numId="7">
    <w:abstractNumId w:val="16"/>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2"/>
  </w:num>
  <w:num w:numId="19">
    <w:abstractNumId w:val="10"/>
  </w:num>
  <w:num w:numId="20">
    <w:abstractNumId w:val="15"/>
  </w:num>
  <w:num w:numId="21">
    <w:abstractNumId w:val="23"/>
  </w:num>
  <w:num w:numId="22">
    <w:abstractNumId w:val="24"/>
  </w:num>
  <w:num w:numId="23">
    <w:abstractNumId w:val="18"/>
  </w:num>
  <w:num w:numId="24">
    <w:abstractNumId w:val="21"/>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264A8"/>
    <w:rsid w:val="00051AC8"/>
    <w:rsid w:val="00054654"/>
    <w:rsid w:val="0007137C"/>
    <w:rsid w:val="000A1B32"/>
    <w:rsid w:val="000D41C0"/>
    <w:rsid w:val="000D5C31"/>
    <w:rsid w:val="000E09DC"/>
    <w:rsid w:val="001048F3"/>
    <w:rsid w:val="0018148D"/>
    <w:rsid w:val="001A0CA5"/>
    <w:rsid w:val="001B3958"/>
    <w:rsid w:val="002070D4"/>
    <w:rsid w:val="00223112"/>
    <w:rsid w:val="00226A69"/>
    <w:rsid w:val="00240B26"/>
    <w:rsid w:val="00284BF9"/>
    <w:rsid w:val="002926E5"/>
    <w:rsid w:val="00294B79"/>
    <w:rsid w:val="002A7EB4"/>
    <w:rsid w:val="002C4155"/>
    <w:rsid w:val="002D1A82"/>
    <w:rsid w:val="002D4A93"/>
    <w:rsid w:val="002E4CB5"/>
    <w:rsid w:val="002E6FCA"/>
    <w:rsid w:val="00384ACF"/>
    <w:rsid w:val="003902D8"/>
    <w:rsid w:val="003A2E45"/>
    <w:rsid w:val="003A325B"/>
    <w:rsid w:val="003A50A3"/>
    <w:rsid w:val="00406F50"/>
    <w:rsid w:val="004203BC"/>
    <w:rsid w:val="0044670C"/>
    <w:rsid w:val="00467F7B"/>
    <w:rsid w:val="004A3519"/>
    <w:rsid w:val="004E029B"/>
    <w:rsid w:val="004E5509"/>
    <w:rsid w:val="0050109B"/>
    <w:rsid w:val="00502194"/>
    <w:rsid w:val="005107BE"/>
    <w:rsid w:val="00517C00"/>
    <w:rsid w:val="00527AD8"/>
    <w:rsid w:val="00527B0E"/>
    <w:rsid w:val="0054262A"/>
    <w:rsid w:val="005764D6"/>
    <w:rsid w:val="0060427F"/>
    <w:rsid w:val="0068050B"/>
    <w:rsid w:val="00692300"/>
    <w:rsid w:val="00693951"/>
    <w:rsid w:val="006D0223"/>
    <w:rsid w:val="006E06C6"/>
    <w:rsid w:val="00710805"/>
    <w:rsid w:val="007428B8"/>
    <w:rsid w:val="00746164"/>
    <w:rsid w:val="00780BB6"/>
    <w:rsid w:val="007A34F9"/>
    <w:rsid w:val="00843673"/>
    <w:rsid w:val="0085485E"/>
    <w:rsid w:val="00870875"/>
    <w:rsid w:val="008D48E0"/>
    <w:rsid w:val="009001B9"/>
    <w:rsid w:val="0091117B"/>
    <w:rsid w:val="009450B1"/>
    <w:rsid w:val="009D5028"/>
    <w:rsid w:val="009F4D70"/>
    <w:rsid w:val="00A0514B"/>
    <w:rsid w:val="00A16315"/>
    <w:rsid w:val="00A26C23"/>
    <w:rsid w:val="00A573FD"/>
    <w:rsid w:val="00AE3D76"/>
    <w:rsid w:val="00B404A1"/>
    <w:rsid w:val="00B723BE"/>
    <w:rsid w:val="00B82705"/>
    <w:rsid w:val="00BD6858"/>
    <w:rsid w:val="00C10D90"/>
    <w:rsid w:val="00C17D7D"/>
    <w:rsid w:val="00C45816"/>
    <w:rsid w:val="00C82CBA"/>
    <w:rsid w:val="00CC193B"/>
    <w:rsid w:val="00CE1C84"/>
    <w:rsid w:val="00D03B10"/>
    <w:rsid w:val="00D17BE0"/>
    <w:rsid w:val="00D37B85"/>
    <w:rsid w:val="00D44E5A"/>
    <w:rsid w:val="00D47DAB"/>
    <w:rsid w:val="00D5115F"/>
    <w:rsid w:val="00D67CE0"/>
    <w:rsid w:val="00D8667C"/>
    <w:rsid w:val="00DA4F9F"/>
    <w:rsid w:val="00E10EEB"/>
    <w:rsid w:val="00E64764"/>
    <w:rsid w:val="00E92847"/>
    <w:rsid w:val="00E95B96"/>
    <w:rsid w:val="00EB16F7"/>
    <w:rsid w:val="00EB78C9"/>
    <w:rsid w:val="00EC504C"/>
    <w:rsid w:val="00F40510"/>
    <w:rsid w:val="00F55898"/>
    <w:rsid w:val="00F67675"/>
    <w:rsid w:val="00FC1FCE"/>
    <w:rsid w:val="00FE3007"/>
    <w:rsid w:val="00FE4BD6"/>
    <w:rsid w:val="00FF277C"/>
    <w:rsid w:val="00FF4C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0D90"/>
    <w:pPr>
      <w:spacing w:after="240" w:line="240" w:lineRule="auto"/>
    </w:pPr>
    <w:rPr>
      <w:rFonts w:ascii="Arial" w:hAnsi="Arial"/>
      <w:sz w:val="24"/>
    </w:rPr>
  </w:style>
  <w:style w:type="paragraph" w:styleId="Heading1">
    <w:name w:val="heading 1"/>
    <w:basedOn w:val="Normal"/>
    <w:next w:val="Normal"/>
    <w:link w:val="Heading1Char"/>
    <w:uiPriority w:val="9"/>
    <w:qFormat/>
    <w:rsid w:val="00C10D90"/>
    <w:pPr>
      <w:keepNext/>
      <w:keepLines/>
      <w:spacing w:before="240"/>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C10D90"/>
    <w:pPr>
      <w:keepNext/>
      <w:keepLines/>
      <w:spacing w:before="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C10D90"/>
    <w:pPr>
      <w:keepNext/>
      <w:keepLines/>
      <w:spacing w:before="240"/>
      <w:outlineLvl w:val="2"/>
    </w:pPr>
    <w:rPr>
      <w:rFonts w:eastAsiaTheme="majorEastAsia" w:cstheme="majorBidi"/>
      <w:b/>
      <w:sz w:val="32"/>
      <w:szCs w:val="24"/>
    </w:rPr>
  </w:style>
  <w:style w:type="paragraph" w:styleId="Heading4">
    <w:name w:val="heading 4"/>
    <w:basedOn w:val="Normal"/>
    <w:next w:val="Normal"/>
    <w:link w:val="Heading4Char"/>
    <w:uiPriority w:val="9"/>
    <w:unhideWhenUsed/>
    <w:qFormat/>
    <w:rsid w:val="00C10D90"/>
    <w:pPr>
      <w:keepNext/>
      <w:keepLines/>
      <w:spacing w:before="240"/>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C10D90"/>
    <w:pPr>
      <w:keepNext/>
      <w:keepLines/>
      <w:spacing w:before="240"/>
      <w:outlineLvl w:val="4"/>
    </w:pPr>
    <w:rPr>
      <w:rFonts w:eastAsiaTheme="majorEastAsia" w:cstheme="majorBidi"/>
      <w:i/>
    </w:rPr>
  </w:style>
  <w:style w:type="paragraph" w:styleId="Heading6">
    <w:name w:val="heading 6"/>
    <w:basedOn w:val="Normal"/>
    <w:next w:val="Normal"/>
    <w:link w:val="Heading6Char"/>
    <w:uiPriority w:val="9"/>
    <w:unhideWhenUsed/>
    <w:qFormat/>
    <w:rsid w:val="00C10D90"/>
    <w:pPr>
      <w:keepNext/>
      <w:keepLines/>
      <w:spacing w:before="240"/>
      <w:outlineLvl w:val="5"/>
    </w:pPr>
    <w:rPr>
      <w:rFonts w:eastAsiaTheme="majorEastAsia" w:cstheme="majorBidi"/>
      <w:b/>
    </w:rPr>
  </w:style>
  <w:style w:type="paragraph" w:styleId="Heading7">
    <w:name w:val="heading 7"/>
    <w:basedOn w:val="Normal"/>
    <w:next w:val="Normal"/>
    <w:link w:val="Heading7Char"/>
    <w:uiPriority w:val="9"/>
    <w:semiHidden/>
    <w:unhideWhenUsed/>
    <w:qFormat/>
    <w:rsid w:val="00C10D90"/>
    <w:pPr>
      <w:keepNext/>
      <w:keepLines/>
      <w:spacing w:before="40" w:after="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rsid w:val="00C10D9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10D90"/>
  </w:style>
  <w:style w:type="character" w:customStyle="1" w:styleId="Heading1Char">
    <w:name w:val="Heading 1 Char"/>
    <w:basedOn w:val="DefaultParagraphFont"/>
    <w:link w:val="Heading1"/>
    <w:uiPriority w:val="9"/>
    <w:rsid w:val="00C10D90"/>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C10D90"/>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C10D90"/>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C10D90"/>
    <w:rPr>
      <w:rFonts w:ascii="Arial" w:eastAsiaTheme="majorEastAsia" w:hAnsi="Arial" w:cstheme="majorBidi"/>
      <w:b/>
      <w:iCs/>
      <w:sz w:val="28"/>
    </w:rPr>
  </w:style>
  <w:style w:type="paragraph" w:styleId="Title">
    <w:name w:val="Title"/>
    <w:basedOn w:val="Normal"/>
    <w:next w:val="Normal"/>
    <w:link w:val="TitleChar"/>
    <w:uiPriority w:val="10"/>
    <w:qFormat/>
    <w:rsid w:val="00C10D90"/>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C10D90"/>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C10D90"/>
    <w:rPr>
      <w:rFonts w:ascii="Arial" w:eastAsiaTheme="majorEastAsia" w:hAnsi="Arial" w:cstheme="majorBidi"/>
      <w:i/>
      <w:sz w:val="24"/>
    </w:rPr>
  </w:style>
  <w:style w:type="paragraph" w:styleId="NoSpacing">
    <w:name w:val="No Spacing"/>
    <w:uiPriority w:val="1"/>
    <w:qFormat/>
    <w:rsid w:val="00C10D90"/>
    <w:pPr>
      <w:spacing w:after="0" w:line="240" w:lineRule="auto"/>
    </w:pPr>
    <w:rPr>
      <w:rFonts w:ascii="Arial" w:hAnsi="Arial"/>
      <w:sz w:val="24"/>
    </w:rPr>
  </w:style>
  <w:style w:type="character" w:customStyle="1" w:styleId="Heading6Char">
    <w:name w:val="Heading 6 Char"/>
    <w:basedOn w:val="DefaultParagraphFont"/>
    <w:link w:val="Heading6"/>
    <w:uiPriority w:val="9"/>
    <w:rsid w:val="00C10D90"/>
    <w:rPr>
      <w:rFonts w:ascii="Arial" w:eastAsiaTheme="majorEastAsia" w:hAnsi="Arial" w:cstheme="majorBidi"/>
      <w:b/>
      <w:sz w:val="24"/>
    </w:rPr>
  </w:style>
  <w:style w:type="paragraph" w:styleId="Subtitle">
    <w:name w:val="Subtitle"/>
    <w:basedOn w:val="Normal"/>
    <w:next w:val="Normal"/>
    <w:link w:val="SubtitleChar"/>
    <w:uiPriority w:val="11"/>
    <w:qFormat/>
    <w:rsid w:val="00C10D90"/>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C10D90"/>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C10D90"/>
    <w:rPr>
      <w:rFonts w:ascii="Arial" w:eastAsiaTheme="majorEastAsia" w:hAnsi="Arial" w:cstheme="majorBidi"/>
      <w:i/>
      <w:iCs/>
      <w:color w:val="1F4D78" w:themeColor="accent1" w:themeShade="7F"/>
      <w:sz w:val="24"/>
    </w:rPr>
  </w:style>
  <w:style w:type="character" w:styleId="Hyperlink">
    <w:name w:val="Hyperlink"/>
    <w:basedOn w:val="DefaultParagraphFont"/>
    <w:uiPriority w:val="99"/>
    <w:unhideWhenUsed/>
    <w:rsid w:val="00C10D90"/>
    <w:rPr>
      <w:rFonts w:ascii="Arial" w:hAnsi="Arial"/>
      <w:color w:val="0000FF"/>
      <w:sz w:val="24"/>
      <w:u w:val="single"/>
    </w:rPr>
  </w:style>
  <w:style w:type="paragraph" w:styleId="ListParagraph">
    <w:name w:val="List Paragraph"/>
    <w:basedOn w:val="Normal"/>
    <w:uiPriority w:val="34"/>
    <w:qFormat/>
    <w:rsid w:val="00C10D90"/>
    <w:pPr>
      <w:ind w:left="720" w:hanging="360"/>
    </w:pPr>
  </w:style>
  <w:style w:type="paragraph" w:styleId="Header">
    <w:name w:val="header"/>
    <w:basedOn w:val="Normal"/>
    <w:link w:val="HeaderChar"/>
    <w:uiPriority w:val="99"/>
    <w:unhideWhenUsed/>
    <w:rsid w:val="00C10D90"/>
    <w:pPr>
      <w:tabs>
        <w:tab w:val="center" w:pos="4680"/>
        <w:tab w:val="right" w:pos="9360"/>
      </w:tabs>
      <w:spacing w:after="0"/>
    </w:pPr>
  </w:style>
  <w:style w:type="character" w:customStyle="1" w:styleId="HeaderChar">
    <w:name w:val="Header Char"/>
    <w:basedOn w:val="DefaultParagraphFont"/>
    <w:link w:val="Header"/>
    <w:uiPriority w:val="99"/>
    <w:rsid w:val="00C10D90"/>
    <w:rPr>
      <w:rFonts w:ascii="Arial" w:eastAsia="Times New Roman" w:hAnsi="Arial" w:cs="Times New Roman"/>
      <w:sz w:val="24"/>
      <w:szCs w:val="24"/>
    </w:rPr>
  </w:style>
  <w:style w:type="paragraph" w:styleId="Footer">
    <w:name w:val="footer"/>
    <w:basedOn w:val="Normal"/>
    <w:link w:val="FooterChar"/>
    <w:uiPriority w:val="99"/>
    <w:unhideWhenUsed/>
    <w:rsid w:val="00C10D90"/>
    <w:pPr>
      <w:tabs>
        <w:tab w:val="center" w:pos="4680"/>
        <w:tab w:val="right" w:pos="9360"/>
      </w:tabs>
    </w:pPr>
  </w:style>
  <w:style w:type="character" w:customStyle="1" w:styleId="FooterChar">
    <w:name w:val="Footer Char"/>
    <w:basedOn w:val="DefaultParagraphFont"/>
    <w:link w:val="Footer"/>
    <w:uiPriority w:val="99"/>
    <w:rsid w:val="00C10D90"/>
    <w:rPr>
      <w:rFonts w:ascii="Arial" w:eastAsia="Times New Roman" w:hAnsi="Arial" w:cs="Times New Roman"/>
      <w:sz w:val="24"/>
      <w:szCs w:val="24"/>
    </w:rPr>
  </w:style>
  <w:style w:type="table" w:styleId="TableGrid">
    <w:name w:val="Table Grid"/>
    <w:basedOn w:val="TableNormal"/>
    <w:uiPriority w:val="39"/>
    <w:rsid w:val="00C10D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0D90"/>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0D90"/>
    <w:rPr>
      <w:rFonts w:ascii="Segoe UI" w:hAnsi="Segoe UI" w:cs="Segoe UI"/>
      <w:sz w:val="18"/>
      <w:szCs w:val="18"/>
    </w:rPr>
  </w:style>
  <w:style w:type="paragraph" w:styleId="EnvelopeAddress">
    <w:name w:val="envelope address"/>
    <w:basedOn w:val="Normal"/>
    <w:uiPriority w:val="99"/>
    <w:semiHidden/>
    <w:unhideWhenUsed/>
    <w:rsid w:val="00C10D90"/>
    <w:pPr>
      <w:framePr w:w="7920" w:h="1980" w:hRule="exact" w:hSpace="180" w:wrap="auto" w:hAnchor="page" w:xAlign="center" w:yAlign="bottom"/>
      <w:ind w:left="2880"/>
    </w:pPr>
    <w:rPr>
      <w:rFonts w:eastAsiaTheme="majorEastAsia" w:cstheme="majorBidi"/>
      <w:kern w:val="24"/>
    </w:rPr>
  </w:style>
  <w:style w:type="paragraph" w:styleId="MessageHeader">
    <w:name w:val="Message Header"/>
    <w:basedOn w:val="Normal"/>
    <w:link w:val="MessageHeaderChar"/>
    <w:uiPriority w:val="99"/>
    <w:unhideWhenUsed/>
    <w:rsid w:val="00C10D90"/>
    <w:pPr>
      <w:spacing w:after="360"/>
      <w:ind w:left="1440" w:hanging="1440"/>
    </w:pPr>
    <w:rPr>
      <w:rFonts w:eastAsiaTheme="majorEastAsia" w:cstheme="majorBidi"/>
      <w:szCs w:val="24"/>
    </w:rPr>
  </w:style>
  <w:style w:type="character" w:customStyle="1" w:styleId="MessageHeaderChar">
    <w:name w:val="Message Header Char"/>
    <w:basedOn w:val="DefaultParagraphFont"/>
    <w:link w:val="MessageHeader"/>
    <w:uiPriority w:val="99"/>
    <w:rsid w:val="00C10D90"/>
    <w:rPr>
      <w:rFonts w:ascii="Arial" w:eastAsiaTheme="majorEastAsia" w:hAnsi="Arial" w:cstheme="majorBidi"/>
      <w:sz w:val="24"/>
      <w:szCs w:val="24"/>
    </w:rPr>
  </w:style>
  <w:style w:type="table" w:styleId="GridTable1Light">
    <w:name w:val="Grid Table 1 Light"/>
    <w:basedOn w:val="TableNormal"/>
    <w:uiPriority w:val="46"/>
    <w:rsid w:val="00C10D9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usd@mcn.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claray\AppData\Roaming\Microsoft\Templates\NormalSB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57FE2D-6D5E-4DCE-A09D-388D97604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NormalSBE.dotm</Template>
  <TotalTime>44</TotalTime>
  <Pages>7</Pages>
  <Words>1320</Words>
  <Characters>7529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January 2018 Waiver Item W-10 - Meeting Agendas (CA State Board of Education)</vt:lpstr>
    </vt:vector>
  </TitlesOfParts>
  <Company>California State Board of Education</Company>
  <LinksUpToDate>false</LinksUpToDate>
  <CharactersWithSpaces>8832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2018 Waiver Item W-10 - Meeting Agendas (CA State Board of Education)</dc:title>
  <dc:subject>Request by Laytonville Unified School District to waive portions of California Education Code Section 5091.</dc:subject>
  <dc:creator/>
  <cp:keywords/>
  <dc:description/>
  <cp:revision>21</cp:revision>
  <cp:lastPrinted>2017-11-20T19:48:00Z</cp:lastPrinted>
  <dcterms:created xsi:type="dcterms:W3CDTF">2017-11-09T19:26:00Z</dcterms:created>
  <dcterms:modified xsi:type="dcterms:W3CDTF">2017-12-21T23:15:00Z</dcterms:modified>
  <cp:category/>
</cp:coreProperties>
</file>