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1B73577D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00E62A32" w:rsidR="00F07692" w:rsidRPr="00B63D23" w:rsidRDefault="001A6A5B" w:rsidP="27CE1786">
      <w:pPr>
        <w:pStyle w:val="HeaderName"/>
        <w:pBdr>
          <w:bottom w:val="none" w:sz="0" w:space="0" w:color="auto"/>
        </w:pBdr>
        <w:spacing w:after="0"/>
      </w:pPr>
      <w:r>
        <w:t>MS-LS2-1 Ecosystems: Interactions, Energy, and Dynamics</w:t>
      </w:r>
    </w:p>
    <w:p w14:paraId="244A5DB9" w14:textId="1C392B58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1A6A5B">
        <w:t xml:space="preserve"> Content</w:t>
      </w:r>
      <w:r w:rsidRPr="00B63D23">
        <w:t xml:space="preserve"> Specifications</w:t>
      </w:r>
    </w:p>
    <w:p w14:paraId="52665B4B" w14:textId="5572B15D" w:rsidR="008B0F0A" w:rsidRPr="00343E40" w:rsidRDefault="00343E40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 w:rsidRPr="005E32BC">
        <w:t>MS-LS2-1</w:t>
      </w:r>
      <w:r>
        <w:rPr>
          <w:lang w:val="en-US"/>
        </w:rPr>
        <w:t xml:space="preserve"> </w:t>
      </w:r>
      <w:r w:rsidRPr="000071E1">
        <w:t>Ecosystems: Interactions, Energy, and Dynamics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2-1"/>
      </w:tblPr>
      <w:tblGrid>
        <w:gridCol w:w="3325"/>
        <w:gridCol w:w="3510"/>
        <w:gridCol w:w="3245"/>
      </w:tblGrid>
      <w:tr w:rsidR="004A3F59" w:rsidRPr="004A3F59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4A3F59" w:rsidRDefault="00284B4B" w:rsidP="00040643">
            <w:pPr>
              <w:pStyle w:val="TableHead"/>
            </w:pPr>
            <w:r w:rsidRPr="004A3F59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662BFA4" w:rsidR="00284B4B" w:rsidRPr="004A3F59" w:rsidRDefault="00284B4B" w:rsidP="00040643">
            <w:pPr>
              <w:pStyle w:val="TableHead"/>
            </w:pPr>
            <w:r w:rsidRPr="004A3F59">
              <w:t>Foc</w:t>
            </w:r>
            <w:r w:rsidR="0075154C" w:rsidRPr="004A3F59">
              <w:t>al</w:t>
            </w:r>
            <w:r w:rsidRPr="004A3F59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4A3F59" w:rsidRDefault="00284B4B" w:rsidP="00040643">
            <w:pPr>
              <w:pStyle w:val="TableHead"/>
            </w:pPr>
            <w:r w:rsidRPr="004A3F59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64F3E6A7" w:rsidR="003720F2" w:rsidRPr="007C2824" w:rsidRDefault="00343E40" w:rsidP="001655C8">
            <w:pPr>
              <w:pStyle w:val="TableBullets"/>
              <w:numPr>
                <w:ilvl w:val="0"/>
                <w:numId w:val="0"/>
              </w:numPr>
            </w:pPr>
            <w:r w:rsidRPr="005E32BC">
              <w:t>Identify factors in a graph (including resources, climate or competition) in an ecosystem that influence growth in populations of organisms.</w:t>
            </w:r>
          </w:p>
        </w:tc>
        <w:tc>
          <w:tcPr>
            <w:tcW w:w="3510" w:type="dxa"/>
            <w:shd w:val="clear" w:color="auto" w:fill="auto"/>
          </w:tcPr>
          <w:p w14:paraId="0BA10ECD" w14:textId="77777777" w:rsidR="00343E40" w:rsidRDefault="00343E40" w:rsidP="006C5422">
            <w:pPr>
              <w:pStyle w:val="TableBullets"/>
              <w:numPr>
                <w:ilvl w:val="0"/>
                <w:numId w:val="21"/>
              </w:numPr>
            </w:pPr>
            <w:r w:rsidRPr="005E32BC">
              <w:t>Ability to identify resources in an ecosystem that influence growth in populations of organisms.</w:t>
            </w:r>
          </w:p>
          <w:p w14:paraId="0EDD1EBF" w14:textId="77777777" w:rsidR="00343E40" w:rsidRPr="00343E40" w:rsidRDefault="00343E40" w:rsidP="006C5422">
            <w:pPr>
              <w:pStyle w:val="TableBullets"/>
              <w:numPr>
                <w:ilvl w:val="0"/>
                <w:numId w:val="21"/>
              </w:numPr>
              <w:rPr>
                <w:rFonts w:cs="Arial"/>
                <w:szCs w:val="24"/>
              </w:rPr>
            </w:pPr>
            <w:r w:rsidRPr="005E32BC">
              <w:t>Ability to identify climate in an ecosystem that influences growth in populations of organisms.</w:t>
            </w:r>
          </w:p>
          <w:p w14:paraId="05EBB214" w14:textId="16AB247C" w:rsidR="00343E40" w:rsidRPr="00343E40" w:rsidRDefault="00343E40" w:rsidP="00280904">
            <w:pPr>
              <w:pStyle w:val="ListParagraph"/>
              <w:numPr>
                <w:ilvl w:val="0"/>
                <w:numId w:val="21"/>
              </w:numPr>
              <w:spacing w:before="240" w:after="240"/>
              <w:contextualSpacing w:val="0"/>
            </w:pPr>
            <w:r w:rsidRPr="005E32BC">
              <w:t>Ability to identify competition in an ecosystem that influences growth in populations of organisms.</w:t>
            </w:r>
          </w:p>
        </w:tc>
        <w:tc>
          <w:tcPr>
            <w:tcW w:w="3245" w:type="dxa"/>
            <w:shd w:val="clear" w:color="auto" w:fill="auto"/>
          </w:tcPr>
          <w:p w14:paraId="3E1B6822" w14:textId="57853D3D" w:rsidR="003720F2" w:rsidRPr="00311FAD" w:rsidRDefault="00343E40" w:rsidP="00040643">
            <w:pPr>
              <w:pStyle w:val="TableBullets"/>
              <w:numPr>
                <w:ilvl w:val="0"/>
                <w:numId w:val="0"/>
              </w:numPr>
            </w:pPr>
            <w:r w:rsidRPr="005E32BC">
              <w:t>Match organisms to their habitats.</w:t>
            </w:r>
          </w:p>
        </w:tc>
      </w:tr>
    </w:tbl>
    <w:p w14:paraId="53A30EC6" w14:textId="7BDC7674" w:rsidR="0046361F" w:rsidRPr="00174AF4" w:rsidRDefault="00626B3A" w:rsidP="00280904">
      <w:pPr>
        <w:pStyle w:val="Heading2"/>
        <w:rPr>
          <w:rStyle w:val="Heading2Char"/>
        </w:rPr>
      </w:pPr>
      <w:r w:rsidRPr="00174AF4">
        <w:rPr>
          <w:rStyle w:val="Heading2Char"/>
          <w:b/>
        </w:rPr>
        <w:t xml:space="preserve">CA </w:t>
      </w:r>
      <w:r w:rsidR="00C25D84" w:rsidRPr="00174AF4">
        <w:rPr>
          <w:rStyle w:val="Heading2Char"/>
          <w:b/>
        </w:rPr>
        <w:t>NGSS Performance Expectation</w:t>
      </w:r>
    </w:p>
    <w:p w14:paraId="7A70501C" w14:textId="68F35564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5A1FDDE7" w:rsidR="003720F2" w:rsidRPr="00096B70" w:rsidRDefault="00343E40" w:rsidP="002E4C6E">
      <w:r w:rsidRPr="00343E40">
        <w:rPr>
          <w:b/>
        </w:rPr>
        <w:t xml:space="preserve">Analyze and interpret data to provide evidence for the effects of resource availability on organisms and populations of organisms in an ecosystem. </w:t>
      </w:r>
      <w:r w:rsidR="00761558">
        <w:t>[</w:t>
      </w:r>
      <w:r w:rsidR="00761558" w:rsidRPr="00761558">
        <w:t xml:space="preserve">Clarification Statement: </w:t>
      </w:r>
      <w:r w:rsidRPr="003A4B3B">
        <w:t>Emphasis is on cause and effect relationships between resources and growth of individual organisms and the numbers of organisms in ecosystems during periods of abundant and scarce resources</w:t>
      </w:r>
      <w:r w:rsidR="0024569A">
        <w:t>.</w:t>
      </w:r>
      <w:r w:rsidR="00096B70"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3C30D090" w14:textId="383D4856" w:rsidR="00343E40" w:rsidRDefault="00343E40" w:rsidP="00280904">
      <w:pPr>
        <w:pStyle w:val="bulletsMastery"/>
        <w:spacing w:before="240"/>
      </w:pPr>
      <w:r w:rsidRPr="006C5422">
        <w:t>Recognize</w:t>
      </w:r>
      <w:r>
        <w:t xml:space="preserve"> the appropriate habitat for a plant or animal based on structures of the plant or animal</w:t>
      </w:r>
    </w:p>
    <w:p w14:paraId="37BE068B" w14:textId="77777777" w:rsidR="00343E40" w:rsidRDefault="00343E40" w:rsidP="00280904">
      <w:pPr>
        <w:pStyle w:val="bulletsMastery"/>
      </w:pPr>
      <w:r>
        <w:t>Match a resource to the plants or animals that require the resource to survive</w:t>
      </w:r>
    </w:p>
    <w:p w14:paraId="100DE15C" w14:textId="09D27A9F" w:rsidR="00343E40" w:rsidRDefault="00343E40" w:rsidP="00280904">
      <w:pPr>
        <w:pStyle w:val="bulletsMastery"/>
      </w:pPr>
      <w:r>
        <w:lastRenderedPageBreak/>
        <w:t xml:space="preserve">Match temperature or rainfall </w:t>
      </w:r>
      <w:r w:rsidR="00E56BB1">
        <w:t xml:space="preserve">values </w:t>
      </w:r>
      <w:r>
        <w:t>to plants or animals that require a specific range of temperature or rainfall to survive</w:t>
      </w:r>
    </w:p>
    <w:p w14:paraId="7F8B383F" w14:textId="77777777" w:rsidR="00343E40" w:rsidRDefault="00343E40" w:rsidP="00280904">
      <w:pPr>
        <w:pStyle w:val="bulletsMastery"/>
      </w:pPr>
      <w:r>
        <w:t>Use provided information to identify plants or animals that compete for the same resource</w:t>
      </w:r>
    </w:p>
    <w:p w14:paraId="1AF9C113" w14:textId="37FA5658" w:rsidR="00343E40" w:rsidRDefault="00343E40" w:rsidP="00280904">
      <w:pPr>
        <w:pStyle w:val="bulletsMastery"/>
      </w:pPr>
      <w:r>
        <w:t>Identify a change in a resource when provided information in a table or graph</w:t>
      </w:r>
    </w:p>
    <w:p w14:paraId="7A70B6DD" w14:textId="77777777" w:rsidR="00343E40" w:rsidRDefault="00343E40" w:rsidP="00280904">
      <w:pPr>
        <w:pStyle w:val="bulletsMastery"/>
      </w:pPr>
      <w:r>
        <w:t>Identify the effect of a change in a resource on a population of plants or animals</w:t>
      </w:r>
    </w:p>
    <w:p w14:paraId="512428A1" w14:textId="77777777" w:rsidR="00343E40" w:rsidRDefault="00343E40" w:rsidP="00280904">
      <w:pPr>
        <w:pStyle w:val="bulletsMastery"/>
      </w:pPr>
      <w:r>
        <w:t>Identify a change in climate when provided information in a table or graph</w:t>
      </w:r>
    </w:p>
    <w:p w14:paraId="73379B80" w14:textId="77777777" w:rsidR="00343E40" w:rsidRDefault="00343E40" w:rsidP="00280904">
      <w:pPr>
        <w:pStyle w:val="bulletsMastery"/>
      </w:pPr>
      <w:r>
        <w:t>Identify the effect of a change in climate on a population of plants or animals</w:t>
      </w:r>
    </w:p>
    <w:p w14:paraId="375576BC" w14:textId="77777777" w:rsidR="00343E40" w:rsidRDefault="00343E40" w:rsidP="00280904">
      <w:pPr>
        <w:pStyle w:val="bulletsMastery"/>
      </w:pPr>
      <w:r>
        <w:t>Identify a change in the competition between a population of plants or animals when provided information in a table or graph</w:t>
      </w:r>
    </w:p>
    <w:p w14:paraId="4DD995DE" w14:textId="7D2B290C" w:rsidR="4645DAA7" w:rsidRDefault="00343E40" w:rsidP="4645DAA7">
      <w:pPr>
        <w:pStyle w:val="bulletsMastery"/>
        <w:rPr>
          <w:rFonts w:asciiTheme="minorHAnsi" w:eastAsiaTheme="minorEastAsia" w:hAnsiTheme="minorHAnsi"/>
          <w:szCs w:val="24"/>
        </w:rPr>
      </w:pPr>
      <w:r>
        <w:t>Identify the effect of a change in competition on a population of plants or animals</w:t>
      </w:r>
    </w:p>
    <w:p w14:paraId="57BC9D29" w14:textId="5CD16393" w:rsidR="00026B5C" w:rsidRPr="00026B5C" w:rsidRDefault="00E46EEC" w:rsidP="00026B5C">
      <w:pPr>
        <w:pStyle w:val="Heading2"/>
        <w:rPr>
          <w:lang w:eastAsia="ko-KR"/>
        </w:rPr>
      </w:pPr>
      <w:r>
        <w:rPr>
          <w:lang w:eastAsia="ko-KR"/>
        </w:rPr>
        <w:t xml:space="preserve">California </w:t>
      </w:r>
      <w:r w:rsidR="00026B5C" w:rsidRPr="00C40235">
        <w:rPr>
          <w:lang w:eastAsia="ko-KR"/>
        </w:rPr>
        <w:t>Environmental Principles and Concepts</w:t>
      </w:r>
    </w:p>
    <w:p w14:paraId="3B896E25" w14:textId="2DF92977" w:rsidR="0085408F" w:rsidRDefault="0085408F" w:rsidP="00935EF8">
      <w:pPr>
        <w:spacing w:after="240"/>
      </w:pPr>
      <w:r>
        <w:t>Principle 1—</w:t>
      </w:r>
      <w:r w:rsidRPr="000F3AC0">
        <w:t>The</w:t>
      </w:r>
      <w:r>
        <w:t xml:space="preserve"> continuation and health of individual human lives and of human communities and societies </w:t>
      </w:r>
      <w:r w:rsidR="00965E61">
        <w:t>depend on the health of the natural systems that provide essential goods and ecos</w:t>
      </w:r>
      <w:r w:rsidR="00731421">
        <w:t>ystem services.</w:t>
      </w:r>
    </w:p>
    <w:p w14:paraId="7F2D64B6" w14:textId="0F1F36E3" w:rsidR="00862133" w:rsidRDefault="00862133" w:rsidP="00935EF8">
      <w:pPr>
        <w:spacing w:after="240"/>
      </w:pPr>
      <w:r>
        <w:t>Principle 2—</w:t>
      </w:r>
      <w:r w:rsidRPr="000F3AC0">
        <w:t>The long-term functioning and health of terrestrial, freshwater, coastal and marine ecosystems are influenced by their relationships with human societies.</w:t>
      </w:r>
    </w:p>
    <w:p w14:paraId="2B49487A" w14:textId="6BCC162E" w:rsidR="00862133" w:rsidRDefault="00862133" w:rsidP="00935EF8">
      <w:pPr>
        <w:spacing w:after="240"/>
      </w:pPr>
      <w:r>
        <w:t>Principle 3—</w:t>
      </w:r>
      <w:r w:rsidRPr="000F3AC0">
        <w:t>Natural systems proceed through cycles that humans depend upon, benefit from, and can alter.</w:t>
      </w:r>
    </w:p>
    <w:p w14:paraId="0F7BD581" w14:textId="0C14F6F7" w:rsidR="00731421" w:rsidRDefault="00731421" w:rsidP="00935EF8">
      <w:pPr>
        <w:spacing w:after="240"/>
      </w:pPr>
      <w:r>
        <w:t>Principle 4—</w:t>
      </w:r>
      <w:r w:rsidRPr="000F3AC0">
        <w:t>The</w:t>
      </w:r>
      <w:r>
        <w:t xml:space="preserve"> exchange of matter between natural systems and human societies affects </w:t>
      </w:r>
      <w:r w:rsidR="00A90C1D">
        <w:t xml:space="preserve">the </w:t>
      </w:r>
      <w:r w:rsidR="00404EB1">
        <w:t>long-term</w:t>
      </w:r>
      <w:r w:rsidR="00252561">
        <w:t xml:space="preserve"> functioning of both.</w:t>
      </w:r>
    </w:p>
    <w:p w14:paraId="32762BD9" w14:textId="5AC03439" w:rsidR="00252561" w:rsidRDefault="00252561" w:rsidP="00935EF8">
      <w:pPr>
        <w:spacing w:after="240"/>
      </w:pPr>
      <w:r>
        <w:t xml:space="preserve">Principle 5—Decisions affecting resources and natural systems are based on a wide range of considerations and </w:t>
      </w:r>
      <w:r w:rsidR="002A668E">
        <w:t>decision-making</w:t>
      </w:r>
      <w:r>
        <w:t xml:space="preserve"> processes.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1A6A5B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0C50F89" w14:textId="520D6A12" w:rsidR="0010075F" w:rsidRDefault="0010075F" w:rsidP="00280904">
      <w:pPr>
        <w:pStyle w:val="bulletsPhenomena"/>
      </w:pPr>
      <w:r w:rsidRPr="000F3AC0">
        <w:t>Habitats with highly limited resources</w:t>
      </w:r>
      <w:r w:rsidR="00A402A4">
        <w:t xml:space="preserve"> that are easy to see and describe</w:t>
      </w:r>
    </w:p>
    <w:p w14:paraId="66A3B480" w14:textId="7041187B" w:rsidR="00A402A4" w:rsidRPr="000F3AC0" w:rsidRDefault="00A402A4" w:rsidP="00280904">
      <w:pPr>
        <w:pStyle w:val="bulletsPhenomena"/>
      </w:pPr>
      <w:r>
        <w:t>Habitats that require very obvious adaptations for survival</w:t>
      </w:r>
    </w:p>
    <w:p w14:paraId="12F1D270" w14:textId="77777777" w:rsidR="0010075F" w:rsidRPr="000F3AC0" w:rsidRDefault="0010075F" w:rsidP="00280904">
      <w:pPr>
        <w:pStyle w:val="bulletsPhenomena"/>
      </w:pPr>
      <w:r w:rsidRPr="000F3AC0">
        <w:t>Seasonal changes to resource availability</w:t>
      </w:r>
    </w:p>
    <w:p w14:paraId="6222DA18" w14:textId="1F0F15D2" w:rsidR="0010075F" w:rsidRPr="000F3AC0" w:rsidRDefault="0010075F" w:rsidP="00280904">
      <w:pPr>
        <w:pStyle w:val="bulletsPhenomena"/>
      </w:pPr>
      <w:r>
        <w:lastRenderedPageBreak/>
        <w:t xml:space="preserve">Introduction of a new species to </w:t>
      </w:r>
      <w:r w:rsidR="472BABAB">
        <w:t xml:space="preserve">an </w:t>
      </w:r>
      <w:r>
        <w:t>existing community</w:t>
      </w:r>
    </w:p>
    <w:p w14:paraId="6E15A887" w14:textId="77777777" w:rsidR="0010075F" w:rsidRPr="000F3AC0" w:rsidRDefault="0010075F" w:rsidP="00280904">
      <w:pPr>
        <w:pStyle w:val="bulletsPhenomena"/>
      </w:pPr>
      <w:r w:rsidRPr="000F3AC0">
        <w:t>An environmental change that alters resource availability</w:t>
      </w:r>
    </w:p>
    <w:p w14:paraId="3AB989E6" w14:textId="7BDDDCB8" w:rsidR="0010075F" w:rsidRPr="000F3AC0" w:rsidRDefault="0010075F" w:rsidP="00280904">
      <w:pPr>
        <w:pStyle w:val="bulletsPhenomena"/>
      </w:pPr>
      <w:r w:rsidRPr="000F3AC0">
        <w:t>Increased competition</w:t>
      </w:r>
    </w:p>
    <w:p w14:paraId="0D8C226A" w14:textId="5B38159F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2181EE78" w:rsidR="0004240E" w:rsidRDefault="00C21706" w:rsidP="00615981">
      <w:pPr>
        <w:pStyle w:val="Bullets"/>
      </w:pPr>
      <w:r w:rsidRPr="00C21706"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567F6EAB" w:rsidR="008F4E45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23607D" w:rsidRPr="001A6A5B">
        <w:t>MS-LS2-1</w:t>
      </w:r>
    </w:p>
    <w:p w14:paraId="12186B9D" w14:textId="55778165" w:rsidR="008F4E45" w:rsidRPr="00EA1D2C" w:rsidRDefault="0032305F" w:rsidP="008F4E45">
      <w:pPr>
        <w:spacing w:before="240" w:after="240"/>
        <w:contextualSpacing/>
        <w:rPr>
          <w:rFonts w:cs="Arial"/>
          <w:szCs w:val="24"/>
        </w:rPr>
      </w:pPr>
      <w:hyperlink r:id="rId12" w:tooltip="California Science Test Item Specification for MS-LS2-1" w:history="1">
        <w:r w:rsidRPr="001A09CE">
          <w:rPr>
            <w:rStyle w:val="Hyperlink"/>
          </w:rPr>
          <w:t>https://www.cde.ca.gov/ta/tg/ca/documents/itemspecs-ms-ls2-1.docx</w:t>
        </w:r>
      </w:hyperlink>
    </w:p>
    <w:p w14:paraId="089993C3" w14:textId="68C567EC" w:rsidR="008F4E45" w:rsidRPr="009258F0" w:rsidRDefault="00B24645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3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4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5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70A1B5E3" w:rsidR="00130DBA" w:rsidRDefault="0022446A" w:rsidP="004A3F59">
      <w:pPr>
        <w:spacing w:before="240" w:after="240"/>
      </w:pPr>
      <w:hyperlink r:id="rId16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6FCB6B96" w14:textId="77777777" w:rsidR="00505DCD" w:rsidRDefault="00505DCD" w:rsidP="00505DCD">
      <w:pPr>
        <w:rPr>
          <w:rFonts w:cs="Arial"/>
          <w:szCs w:val="24"/>
        </w:rPr>
      </w:pPr>
    </w:p>
    <w:p w14:paraId="04BFCBC2" w14:textId="358DF8AE" w:rsidR="00505DCD" w:rsidRPr="00505DCD" w:rsidRDefault="00505DCD" w:rsidP="00505DCD">
      <w:pPr>
        <w:rPr>
          <w:rFonts w:cs="Arial"/>
          <w:szCs w:val="24"/>
        </w:rPr>
      </w:pPr>
      <w:r w:rsidRPr="00505DCD">
        <w:rPr>
          <w:rFonts w:cs="Arial"/>
          <w:szCs w:val="24"/>
        </w:rPr>
        <w:t>Posted by the California Department of Education, July 2025</w:t>
      </w:r>
    </w:p>
    <w:sectPr w:rsidR="00505DCD" w:rsidRPr="00505DCD" w:rsidSect="003C636C">
      <w:headerReference w:type="default" r:id="rId17"/>
      <w:footerReference w:type="default" r:id="rId18"/>
      <w:footerReference w:type="first" r:id="rId19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BB3E" w14:textId="77777777" w:rsidR="00FE7595" w:rsidRDefault="00FE7595" w:rsidP="007525D5">
      <w:r>
        <w:separator/>
      </w:r>
    </w:p>
  </w:endnote>
  <w:endnote w:type="continuationSeparator" w:id="0">
    <w:p w14:paraId="1647FC90" w14:textId="77777777" w:rsidR="00FE7595" w:rsidRDefault="00FE7595" w:rsidP="007525D5">
      <w:r>
        <w:continuationSeparator/>
      </w:r>
    </w:p>
  </w:endnote>
  <w:endnote w:type="continuationNotice" w:id="1">
    <w:p w14:paraId="38713340" w14:textId="77777777" w:rsidR="00FE7595" w:rsidRDefault="00FE759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A3F59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A3F59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B555A" w14:textId="77777777" w:rsidR="00FE7595" w:rsidRDefault="00FE7595" w:rsidP="007525D5">
      <w:r>
        <w:separator/>
      </w:r>
    </w:p>
  </w:footnote>
  <w:footnote w:type="continuationSeparator" w:id="0">
    <w:p w14:paraId="3372A85C" w14:textId="77777777" w:rsidR="00FE7595" w:rsidRDefault="00FE7595" w:rsidP="007525D5">
      <w:r>
        <w:continuationSeparator/>
      </w:r>
    </w:p>
  </w:footnote>
  <w:footnote w:type="continuationNotice" w:id="1">
    <w:p w14:paraId="48521A0D" w14:textId="77777777" w:rsidR="00FE7595" w:rsidRDefault="00FE759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2" name="Picture 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C460609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CD1E67">
      <w:rPr>
        <w:noProof/>
      </w:rPr>
      <w:t>MS-LS2-1 Ecosystems: Interactions, Energy, and Dynamics</w:t>
    </w:r>
    <w:r>
      <w:rPr>
        <w:noProof/>
      </w:rPr>
      <w:fldChar w:fldCharType="end"/>
    </w:r>
  </w:p>
  <w:p w14:paraId="6A66E50B" w14:textId="3E64A527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1A6A5B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A21A6E"/>
    <w:multiLevelType w:val="hybridMultilevel"/>
    <w:tmpl w:val="5E48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27B02C6"/>
    <w:multiLevelType w:val="hybridMultilevel"/>
    <w:tmpl w:val="D3A88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7F6A3C"/>
    <w:multiLevelType w:val="hybridMultilevel"/>
    <w:tmpl w:val="D83E4340"/>
    <w:lvl w:ilvl="0" w:tplc="5D529586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1798602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3653789">
    <w:abstractNumId w:val="17"/>
  </w:num>
  <w:num w:numId="2" w16cid:durableId="1631864829">
    <w:abstractNumId w:val="18"/>
  </w:num>
  <w:num w:numId="3" w16cid:durableId="1398748995">
    <w:abstractNumId w:val="21"/>
  </w:num>
  <w:num w:numId="4" w16cid:durableId="1915167373">
    <w:abstractNumId w:val="16"/>
  </w:num>
  <w:num w:numId="5" w16cid:durableId="892694963">
    <w:abstractNumId w:val="22"/>
  </w:num>
  <w:num w:numId="6" w16cid:durableId="2041473577">
    <w:abstractNumId w:val="24"/>
  </w:num>
  <w:num w:numId="7" w16cid:durableId="887187760">
    <w:abstractNumId w:val="33"/>
  </w:num>
  <w:num w:numId="8" w16cid:durableId="1508710330">
    <w:abstractNumId w:val="26"/>
  </w:num>
  <w:num w:numId="9" w16cid:durableId="1936209903">
    <w:abstractNumId w:val="25"/>
  </w:num>
  <w:num w:numId="10" w16cid:durableId="1242711643">
    <w:abstractNumId w:val="19"/>
  </w:num>
  <w:num w:numId="11" w16cid:durableId="1726102265">
    <w:abstractNumId w:val="13"/>
  </w:num>
  <w:num w:numId="12" w16cid:durableId="1026563841">
    <w:abstractNumId w:val="20"/>
  </w:num>
  <w:num w:numId="13" w16cid:durableId="1481917836">
    <w:abstractNumId w:val="31"/>
  </w:num>
  <w:num w:numId="14" w16cid:durableId="1225868639">
    <w:abstractNumId w:val="10"/>
  </w:num>
  <w:num w:numId="15" w16cid:durableId="824861252">
    <w:abstractNumId w:val="17"/>
  </w:num>
  <w:num w:numId="16" w16cid:durableId="134219363">
    <w:abstractNumId w:val="32"/>
  </w:num>
  <w:num w:numId="17" w16cid:durableId="806506950">
    <w:abstractNumId w:val="11"/>
  </w:num>
  <w:num w:numId="18" w16cid:durableId="1342859277">
    <w:abstractNumId w:val="28"/>
  </w:num>
  <w:num w:numId="19" w16cid:durableId="1881546587">
    <w:abstractNumId w:val="29"/>
  </w:num>
  <w:num w:numId="20" w16cid:durableId="551158763">
    <w:abstractNumId w:val="27"/>
  </w:num>
  <w:num w:numId="21" w16cid:durableId="1350910171">
    <w:abstractNumId w:val="23"/>
  </w:num>
  <w:num w:numId="22" w16cid:durableId="625769596">
    <w:abstractNumId w:val="9"/>
  </w:num>
  <w:num w:numId="23" w16cid:durableId="1414275009">
    <w:abstractNumId w:val="7"/>
  </w:num>
  <w:num w:numId="24" w16cid:durableId="216429826">
    <w:abstractNumId w:val="6"/>
  </w:num>
  <w:num w:numId="25" w16cid:durableId="1964387759">
    <w:abstractNumId w:val="5"/>
  </w:num>
  <w:num w:numId="26" w16cid:durableId="641157756">
    <w:abstractNumId w:val="4"/>
  </w:num>
  <w:num w:numId="27" w16cid:durableId="1549367909">
    <w:abstractNumId w:val="8"/>
  </w:num>
  <w:num w:numId="28" w16cid:durableId="1864708022">
    <w:abstractNumId w:val="3"/>
  </w:num>
  <w:num w:numId="29" w16cid:durableId="611285565">
    <w:abstractNumId w:val="2"/>
  </w:num>
  <w:num w:numId="30" w16cid:durableId="1380544863">
    <w:abstractNumId w:val="1"/>
  </w:num>
  <w:num w:numId="31" w16cid:durableId="408306804">
    <w:abstractNumId w:val="0"/>
  </w:num>
  <w:num w:numId="32" w16cid:durableId="1809204030">
    <w:abstractNumId w:val="30"/>
  </w:num>
  <w:num w:numId="33" w16cid:durableId="162285735">
    <w:abstractNumId w:val="15"/>
  </w:num>
  <w:num w:numId="34" w16cid:durableId="219482600">
    <w:abstractNumId w:val="14"/>
  </w:num>
  <w:num w:numId="35" w16cid:durableId="1572038027">
    <w:abstractNumId w:val="12"/>
  </w:num>
  <w:num w:numId="36" w16cid:durableId="1724645420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25DC"/>
    <w:rsid w:val="000E7CEB"/>
    <w:rsid w:val="000F4227"/>
    <w:rsid w:val="000F45FA"/>
    <w:rsid w:val="000F56E2"/>
    <w:rsid w:val="000F5A60"/>
    <w:rsid w:val="0010075F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0C8B"/>
    <w:rsid w:val="00157B14"/>
    <w:rsid w:val="00160EE8"/>
    <w:rsid w:val="00162E80"/>
    <w:rsid w:val="0016347E"/>
    <w:rsid w:val="00163872"/>
    <w:rsid w:val="001655C8"/>
    <w:rsid w:val="0017220C"/>
    <w:rsid w:val="00174758"/>
    <w:rsid w:val="00174AF4"/>
    <w:rsid w:val="00180B50"/>
    <w:rsid w:val="00182756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A6A5B"/>
    <w:rsid w:val="001B0AD0"/>
    <w:rsid w:val="001B70C6"/>
    <w:rsid w:val="001C06A8"/>
    <w:rsid w:val="001C0AB0"/>
    <w:rsid w:val="001C42B3"/>
    <w:rsid w:val="001D6620"/>
    <w:rsid w:val="001E29AA"/>
    <w:rsid w:val="001E65BE"/>
    <w:rsid w:val="001F170D"/>
    <w:rsid w:val="00200BFF"/>
    <w:rsid w:val="002023A3"/>
    <w:rsid w:val="002035F3"/>
    <w:rsid w:val="00205B4A"/>
    <w:rsid w:val="00205B5E"/>
    <w:rsid w:val="00206827"/>
    <w:rsid w:val="00206AF7"/>
    <w:rsid w:val="00211916"/>
    <w:rsid w:val="00212670"/>
    <w:rsid w:val="00214758"/>
    <w:rsid w:val="00221A7E"/>
    <w:rsid w:val="00222F46"/>
    <w:rsid w:val="0022362B"/>
    <w:rsid w:val="00223B06"/>
    <w:rsid w:val="002243CE"/>
    <w:rsid w:val="0022446A"/>
    <w:rsid w:val="00231104"/>
    <w:rsid w:val="00231F4E"/>
    <w:rsid w:val="00234451"/>
    <w:rsid w:val="002347E0"/>
    <w:rsid w:val="00235F69"/>
    <w:rsid w:val="0023607D"/>
    <w:rsid w:val="0024569A"/>
    <w:rsid w:val="00252561"/>
    <w:rsid w:val="00260E17"/>
    <w:rsid w:val="00264CFD"/>
    <w:rsid w:val="002651D5"/>
    <w:rsid w:val="00274376"/>
    <w:rsid w:val="002777EC"/>
    <w:rsid w:val="00280904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04FB"/>
    <w:rsid w:val="002A321E"/>
    <w:rsid w:val="002A668E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2305F"/>
    <w:rsid w:val="00332884"/>
    <w:rsid w:val="00335D48"/>
    <w:rsid w:val="003363AF"/>
    <w:rsid w:val="0033671D"/>
    <w:rsid w:val="0033700D"/>
    <w:rsid w:val="0034313C"/>
    <w:rsid w:val="00343E40"/>
    <w:rsid w:val="003469EA"/>
    <w:rsid w:val="003470DC"/>
    <w:rsid w:val="0036567B"/>
    <w:rsid w:val="0036644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3F5C10"/>
    <w:rsid w:val="00404EB1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0E27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A3F59"/>
    <w:rsid w:val="004B13B0"/>
    <w:rsid w:val="004B28DF"/>
    <w:rsid w:val="004B61C1"/>
    <w:rsid w:val="004B7CF9"/>
    <w:rsid w:val="004C44AC"/>
    <w:rsid w:val="004C56F7"/>
    <w:rsid w:val="004D0265"/>
    <w:rsid w:val="004E097F"/>
    <w:rsid w:val="004E5C17"/>
    <w:rsid w:val="004E6DE8"/>
    <w:rsid w:val="004F51E9"/>
    <w:rsid w:val="00503308"/>
    <w:rsid w:val="005049F2"/>
    <w:rsid w:val="00505DCD"/>
    <w:rsid w:val="005105BA"/>
    <w:rsid w:val="00510611"/>
    <w:rsid w:val="00512B43"/>
    <w:rsid w:val="0052014F"/>
    <w:rsid w:val="0052040A"/>
    <w:rsid w:val="00520589"/>
    <w:rsid w:val="00520A10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694B"/>
    <w:rsid w:val="005F7177"/>
    <w:rsid w:val="005F7E12"/>
    <w:rsid w:val="00600F38"/>
    <w:rsid w:val="00600F54"/>
    <w:rsid w:val="00602B92"/>
    <w:rsid w:val="00603FE2"/>
    <w:rsid w:val="0061242E"/>
    <w:rsid w:val="00614922"/>
    <w:rsid w:val="00615981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374A6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75358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5422"/>
    <w:rsid w:val="006C695E"/>
    <w:rsid w:val="006C7787"/>
    <w:rsid w:val="006D15A6"/>
    <w:rsid w:val="006E00C3"/>
    <w:rsid w:val="006E40DE"/>
    <w:rsid w:val="006E6884"/>
    <w:rsid w:val="006F2016"/>
    <w:rsid w:val="00702E59"/>
    <w:rsid w:val="00703DAD"/>
    <w:rsid w:val="007047AB"/>
    <w:rsid w:val="0070717A"/>
    <w:rsid w:val="00711C24"/>
    <w:rsid w:val="00721A39"/>
    <w:rsid w:val="00731421"/>
    <w:rsid w:val="007363D8"/>
    <w:rsid w:val="00741E36"/>
    <w:rsid w:val="007424BD"/>
    <w:rsid w:val="00743CCB"/>
    <w:rsid w:val="00745C5F"/>
    <w:rsid w:val="00747947"/>
    <w:rsid w:val="0075154C"/>
    <w:rsid w:val="00751BB8"/>
    <w:rsid w:val="007525D5"/>
    <w:rsid w:val="00754F40"/>
    <w:rsid w:val="007605A3"/>
    <w:rsid w:val="00761558"/>
    <w:rsid w:val="00764D2A"/>
    <w:rsid w:val="00765E46"/>
    <w:rsid w:val="007753F2"/>
    <w:rsid w:val="00782701"/>
    <w:rsid w:val="0078426C"/>
    <w:rsid w:val="00786826"/>
    <w:rsid w:val="00787EEE"/>
    <w:rsid w:val="007923E5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7F783A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092A"/>
    <w:rsid w:val="00830AE4"/>
    <w:rsid w:val="00831D39"/>
    <w:rsid w:val="008331E7"/>
    <w:rsid w:val="0084222C"/>
    <w:rsid w:val="00844218"/>
    <w:rsid w:val="00846C76"/>
    <w:rsid w:val="00852649"/>
    <w:rsid w:val="0085408F"/>
    <w:rsid w:val="0085598F"/>
    <w:rsid w:val="00855BBC"/>
    <w:rsid w:val="008562DB"/>
    <w:rsid w:val="0085655D"/>
    <w:rsid w:val="0085759E"/>
    <w:rsid w:val="00862133"/>
    <w:rsid w:val="00862832"/>
    <w:rsid w:val="00866EEC"/>
    <w:rsid w:val="00867745"/>
    <w:rsid w:val="00872A5E"/>
    <w:rsid w:val="008749F9"/>
    <w:rsid w:val="00885A81"/>
    <w:rsid w:val="00885C96"/>
    <w:rsid w:val="00894ABD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D6938"/>
    <w:rsid w:val="008E0A9D"/>
    <w:rsid w:val="008E3932"/>
    <w:rsid w:val="008E3CA5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182C"/>
    <w:rsid w:val="009322EA"/>
    <w:rsid w:val="00935CE2"/>
    <w:rsid w:val="00935EF8"/>
    <w:rsid w:val="009365C5"/>
    <w:rsid w:val="009430FA"/>
    <w:rsid w:val="00946615"/>
    <w:rsid w:val="009520D5"/>
    <w:rsid w:val="0096109E"/>
    <w:rsid w:val="00961476"/>
    <w:rsid w:val="00965E61"/>
    <w:rsid w:val="009667B2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1DC6"/>
    <w:rsid w:val="009C4BE7"/>
    <w:rsid w:val="009C6D59"/>
    <w:rsid w:val="009D1EF0"/>
    <w:rsid w:val="009D58CF"/>
    <w:rsid w:val="009D65EE"/>
    <w:rsid w:val="009D7BAC"/>
    <w:rsid w:val="009E1B98"/>
    <w:rsid w:val="009E25D6"/>
    <w:rsid w:val="009E47AB"/>
    <w:rsid w:val="009E56A4"/>
    <w:rsid w:val="009E65E8"/>
    <w:rsid w:val="009F014E"/>
    <w:rsid w:val="009F069F"/>
    <w:rsid w:val="009F153C"/>
    <w:rsid w:val="009F45EB"/>
    <w:rsid w:val="009F50CB"/>
    <w:rsid w:val="009F6B67"/>
    <w:rsid w:val="00A009BD"/>
    <w:rsid w:val="00A04BFA"/>
    <w:rsid w:val="00A05AB2"/>
    <w:rsid w:val="00A07FC3"/>
    <w:rsid w:val="00A115CE"/>
    <w:rsid w:val="00A12689"/>
    <w:rsid w:val="00A133CD"/>
    <w:rsid w:val="00A16C58"/>
    <w:rsid w:val="00A1772D"/>
    <w:rsid w:val="00A21B9E"/>
    <w:rsid w:val="00A263FB"/>
    <w:rsid w:val="00A2748B"/>
    <w:rsid w:val="00A27537"/>
    <w:rsid w:val="00A31361"/>
    <w:rsid w:val="00A33E8C"/>
    <w:rsid w:val="00A402A4"/>
    <w:rsid w:val="00A42304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87E59"/>
    <w:rsid w:val="00A90C1D"/>
    <w:rsid w:val="00A97536"/>
    <w:rsid w:val="00AA015C"/>
    <w:rsid w:val="00AA01ED"/>
    <w:rsid w:val="00AA0E48"/>
    <w:rsid w:val="00AA6E8A"/>
    <w:rsid w:val="00AB1684"/>
    <w:rsid w:val="00AB4E9E"/>
    <w:rsid w:val="00AB58B1"/>
    <w:rsid w:val="00AB7B8F"/>
    <w:rsid w:val="00AC034C"/>
    <w:rsid w:val="00AC778A"/>
    <w:rsid w:val="00AC7C42"/>
    <w:rsid w:val="00AE09CA"/>
    <w:rsid w:val="00AE0C32"/>
    <w:rsid w:val="00AE115A"/>
    <w:rsid w:val="00AE1251"/>
    <w:rsid w:val="00AF146A"/>
    <w:rsid w:val="00AF1646"/>
    <w:rsid w:val="00AF177C"/>
    <w:rsid w:val="00AF6BE0"/>
    <w:rsid w:val="00AF7452"/>
    <w:rsid w:val="00B02982"/>
    <w:rsid w:val="00B05F41"/>
    <w:rsid w:val="00B13189"/>
    <w:rsid w:val="00B179FB"/>
    <w:rsid w:val="00B22212"/>
    <w:rsid w:val="00B24645"/>
    <w:rsid w:val="00B3189E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9560B"/>
    <w:rsid w:val="00BA075F"/>
    <w:rsid w:val="00BA25A2"/>
    <w:rsid w:val="00BA4B22"/>
    <w:rsid w:val="00BB08C4"/>
    <w:rsid w:val="00BB1A45"/>
    <w:rsid w:val="00BB24BB"/>
    <w:rsid w:val="00BB4346"/>
    <w:rsid w:val="00BB749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5E33"/>
    <w:rsid w:val="00C06D58"/>
    <w:rsid w:val="00C10941"/>
    <w:rsid w:val="00C14CD9"/>
    <w:rsid w:val="00C165CD"/>
    <w:rsid w:val="00C21706"/>
    <w:rsid w:val="00C21B14"/>
    <w:rsid w:val="00C255DB"/>
    <w:rsid w:val="00C25D84"/>
    <w:rsid w:val="00C26076"/>
    <w:rsid w:val="00C300A6"/>
    <w:rsid w:val="00C310BD"/>
    <w:rsid w:val="00C33F73"/>
    <w:rsid w:val="00C43BA5"/>
    <w:rsid w:val="00C57FB8"/>
    <w:rsid w:val="00C6190C"/>
    <w:rsid w:val="00C61A1E"/>
    <w:rsid w:val="00C63D59"/>
    <w:rsid w:val="00C67026"/>
    <w:rsid w:val="00C677C1"/>
    <w:rsid w:val="00C700F7"/>
    <w:rsid w:val="00C82661"/>
    <w:rsid w:val="00C83067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3B07"/>
    <w:rsid w:val="00CC648E"/>
    <w:rsid w:val="00CC6E02"/>
    <w:rsid w:val="00CD1E67"/>
    <w:rsid w:val="00CE3922"/>
    <w:rsid w:val="00CE5AB8"/>
    <w:rsid w:val="00CF19CE"/>
    <w:rsid w:val="00CF24A3"/>
    <w:rsid w:val="00CF31F3"/>
    <w:rsid w:val="00CF7CC4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23A"/>
    <w:rsid w:val="00D55B3A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1079C"/>
    <w:rsid w:val="00E149F3"/>
    <w:rsid w:val="00E21193"/>
    <w:rsid w:val="00E37304"/>
    <w:rsid w:val="00E3769E"/>
    <w:rsid w:val="00E42404"/>
    <w:rsid w:val="00E46EEC"/>
    <w:rsid w:val="00E56BB1"/>
    <w:rsid w:val="00E60C9F"/>
    <w:rsid w:val="00E63ED9"/>
    <w:rsid w:val="00E7262B"/>
    <w:rsid w:val="00E75CAE"/>
    <w:rsid w:val="00E82F54"/>
    <w:rsid w:val="00E85B5A"/>
    <w:rsid w:val="00E86459"/>
    <w:rsid w:val="00E87DA0"/>
    <w:rsid w:val="00E91F4E"/>
    <w:rsid w:val="00E959BE"/>
    <w:rsid w:val="00EA0285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2707B"/>
    <w:rsid w:val="00F30B46"/>
    <w:rsid w:val="00F340A4"/>
    <w:rsid w:val="00F43493"/>
    <w:rsid w:val="00F440E6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C7291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E7595"/>
    <w:rsid w:val="00FF2BE2"/>
    <w:rsid w:val="00FF688F"/>
    <w:rsid w:val="0241B77A"/>
    <w:rsid w:val="07A3E346"/>
    <w:rsid w:val="133D2707"/>
    <w:rsid w:val="1501FD54"/>
    <w:rsid w:val="247013B0"/>
    <w:rsid w:val="27CE1786"/>
    <w:rsid w:val="29DABF57"/>
    <w:rsid w:val="2FB887D3"/>
    <w:rsid w:val="315900E0"/>
    <w:rsid w:val="35DB1693"/>
    <w:rsid w:val="37D3EE55"/>
    <w:rsid w:val="3B854A3E"/>
    <w:rsid w:val="3E637228"/>
    <w:rsid w:val="3EF006A8"/>
    <w:rsid w:val="430E39E5"/>
    <w:rsid w:val="4645DAA7"/>
    <w:rsid w:val="472BABAB"/>
    <w:rsid w:val="502CAF4F"/>
    <w:rsid w:val="5395FC44"/>
    <w:rsid w:val="5A65751A"/>
    <w:rsid w:val="5E44FD34"/>
    <w:rsid w:val="6B1E39B9"/>
    <w:rsid w:val="6D7F4DFD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  <w15:docId w15:val="{7A70C532-95F5-47E6-8702-D6A3AF1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74AF4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C21706"/>
    <w:pPr>
      <w:numPr>
        <w:numId w:val="1"/>
      </w:numPr>
      <w:contextualSpacing w:val="0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174AF4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6C5422"/>
    <w:pPr>
      <w:numPr>
        <w:numId w:val="33"/>
      </w:numPr>
      <w:spacing w:after="24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93182C"/>
    <w:pPr>
      <w:keepLines w:val="0"/>
      <w:tabs>
        <w:tab w:val="right" w:pos="1440"/>
      </w:tabs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93182C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230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californiaeei.org/abouteei/epc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de.ca.gov/ta/tg/ca/documents/itemspecs-ms-ls2-1.docx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ca.gov/ci/sc/cf/documents/scifwappendix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cde.ca.gov/ci/sc/cf/documents/scifwappendix1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ci/sc/cf/cascienceframework2016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ca\Documents\Custom%20Office%20Templates\CAA_Item%20Specs_Revised%20Compliant_Template.dotx" TargetMode="External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9dec18-d0c2-45d2-8a15-31051f2519f8">
      <Terms xmlns="http://schemas.microsoft.com/office/infopath/2007/PartnerControls"/>
    </lcf76f155ced4ddcb4097134ff3c332f>
    <TaxCatchAll xmlns="1aae30ff-d7bc-47e3-882e-cd3423d00d6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17" ma:contentTypeDescription="Create a new document." ma:contentTypeScope="" ma:versionID="60d05f6e624f714d1fe84e8eb006d79b">
  <xsd:schema xmlns:xsd="http://www.w3.org/2001/XMLSchema" xmlns:xs="http://www.w3.org/2001/XMLSchema" xmlns:p="http://schemas.microsoft.com/office/2006/metadata/properties" xmlns:ns2="f89dec18-d0c2-45d2-8a15-31051f2519f8" xmlns:ns3="1aae30ff-d7bc-47e3-882e-cd3423d00d62" targetNamespace="http://schemas.microsoft.com/office/2006/metadata/properties" ma:root="true" ma:fieldsID="a3b438f8a098ddf34545c6e894ab6f45" ns2:_="" ns3:_="">
    <xsd:import namespace="f89dec18-d0c2-45d2-8a15-31051f2519f8"/>
    <xsd:import namespace="1aae30ff-d7bc-47e3-882e-cd3423d00d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923c289-0340-413d-94ac-3a47b51a2c75}" ma:internalName="TaxCatchAll" ma:showField="CatchAllData" ma:web="1aae30ff-d7bc-47e3-882e-cd3423d00d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05E75-A539-45D5-B999-C56AD77321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C458D1-CB7C-4557-8E2B-FD4CF88210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EEEB31-C75E-4493-A5E4-97CF4F48A912}">
  <ds:schemaRefs>
    <ds:schemaRef ds:uri="http://schemas.microsoft.com/office/2006/metadata/properties"/>
    <ds:schemaRef ds:uri="http://schemas.microsoft.com/office/infopath/2007/PartnerControls"/>
    <ds:schemaRef ds:uri="f89dec18-d0c2-45d2-8a15-31051f2519f8"/>
    <ds:schemaRef ds:uri="1aae30ff-d7bc-47e3-882e-cd3423d00d62"/>
  </ds:schemaRefs>
</ds:datastoreItem>
</file>

<file path=customXml/itemProps4.xml><?xml version="1.0" encoding="utf-8"?>
<ds:datastoreItem xmlns:ds="http://schemas.openxmlformats.org/officeDocument/2006/customXml" ds:itemID="{C5F29F40-F164-4F58-B9F4-ADCA8797E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ec18-d0c2-45d2-8a15-31051f2519f8"/>
    <ds:schemaRef ds:uri="1aae30ff-d7bc-47e3-882e-cd3423d0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CAA_Item Specs_Revised Compliant_Template</Template>
  <TotalTime>8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Specification—MS-LS2-1 - CAASPP (CA Dept of Education)</vt:lpstr>
    </vt:vector>
  </TitlesOfParts>
  <Company>ETS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MS-LS2-1 - CAASPP (CA Dept of Education)</dc:title>
  <dc:subject>This California Alternate Assessment (CAA) for Science item specification describes MS-LS2-1 Life Sciences.</dc:subject>
  <cp:keywords/>
  <dc:description/>
  <cp:lastModifiedBy>Ramit Prasad</cp:lastModifiedBy>
  <cp:revision>4</cp:revision>
  <cp:lastPrinted>2019-09-05T16:08:00Z</cp:lastPrinted>
  <dcterms:created xsi:type="dcterms:W3CDTF">2022-02-16T15:09:00Z</dcterms:created>
  <dcterms:modified xsi:type="dcterms:W3CDTF">2025-07-30T19:57:00Z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  <property fmtid="{D5CDD505-2E9C-101B-9397-08002B2CF9AE}" pid="3" name="MediaServiceImageTags">
    <vt:lpwstr/>
  </property>
  <property fmtid="{D5CDD505-2E9C-101B-9397-08002B2CF9AE}" pid="4" name="GrammarlyDocumentId">
    <vt:lpwstr>5a95147dd6674deca2a158d2bcf3cf6caf4324550d73f69e540a16c969ff57d0</vt:lpwstr>
  </property>
  <property fmtid="{D5CDD505-2E9C-101B-9397-08002B2CF9AE}" pid="5" name="Order">
    <vt:r8>1387600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